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27F23" w14:textId="38423C00" w:rsidR="00E475B0" w:rsidRDefault="006B1F8E">
      <w:pPr>
        <w:pStyle w:val="berschrift2"/>
        <w:spacing w:before="240" w:after="60"/>
        <w:jc w:val="center"/>
        <w:rPr>
          <w:rFonts w:eastAsia="Times New Roman"/>
          <w:iCs/>
          <w:color w:val="FF0000"/>
          <w:kern w:val="32"/>
          <w:sz w:val="32"/>
          <w:szCs w:val="32"/>
          <w:u w:val="single"/>
        </w:rPr>
      </w:pPr>
      <w:r>
        <w:rPr>
          <w:rFonts w:eastAsia="Times New Roman"/>
          <w:iCs/>
          <w:color w:val="FF0000"/>
          <w:kern w:val="32"/>
          <w:sz w:val="32"/>
          <w:szCs w:val="32"/>
          <w:u w:val="single"/>
        </w:rPr>
        <w:t>Datenbankzugriff mit Java</w:t>
      </w:r>
    </w:p>
    <w:p w14:paraId="1EA69290" w14:textId="77777777" w:rsidR="00F502F1" w:rsidRPr="00F502F1" w:rsidRDefault="00F502F1" w:rsidP="00F502F1"/>
    <w:p w14:paraId="053E30DC" w14:textId="16059953" w:rsidR="00E475B0" w:rsidRDefault="006B1F8E" w:rsidP="00383937">
      <w:pPr>
        <w:pStyle w:val="StandardWeb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rPr>
          <w:sz w:val="20"/>
        </w:rPr>
      </w:pPr>
      <w:r w:rsidRPr="00383937">
        <w:rPr>
          <w:rStyle w:val="clisting"/>
          <w:b/>
          <w:color w:val="FF0000"/>
        </w:rPr>
        <w:t>JDBC</w:t>
      </w:r>
      <w:r>
        <w:rPr>
          <w:sz w:val="20"/>
        </w:rPr>
        <w:t xml:space="preserve"> (Java Database Connectivity) </w:t>
      </w:r>
      <w:r w:rsidR="00383937">
        <w:rPr>
          <w:sz w:val="20"/>
        </w:rPr>
        <w:t>bildet eine Schnittstelle zwischen einer SQL-Datenbank und der Applikation, die auf diese zugreift.</w:t>
      </w:r>
    </w:p>
    <w:p w14:paraId="0A9B0BEE" w14:textId="77777777" w:rsidR="00F502F1" w:rsidRDefault="00F502F1"/>
    <w:p w14:paraId="3DE52B0F" w14:textId="7751724E" w:rsidR="00E475B0" w:rsidRDefault="00383937">
      <w:r>
        <w:t>Bezüglich der Architektur werden vier Typen von Datenbanktreibern unterschieden:</w:t>
      </w:r>
    </w:p>
    <w:p w14:paraId="53373C7A" w14:textId="0917E745" w:rsidR="00383937" w:rsidRDefault="00383937"/>
    <w:p w14:paraId="750FF876" w14:textId="729ABE2B" w:rsidR="00383937" w:rsidRDefault="00FF4CD2">
      <w:r>
        <w:rPr>
          <w:noProof/>
        </w:rPr>
        <w:drawing>
          <wp:inline distT="0" distB="0" distL="0" distR="0" wp14:anchorId="357E5E33" wp14:editId="5CC637FB">
            <wp:extent cx="6864350" cy="2692400"/>
            <wp:effectExtent l="0" t="0" r="0" b="0"/>
            <wp:docPr id="3" name="Diagram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41F078E" w14:textId="77777777" w:rsidR="00FF4CD2" w:rsidRDefault="00FF4CD2"/>
    <w:p w14:paraId="2B879C8C" w14:textId="534A723D" w:rsidR="00F502F1" w:rsidRDefault="00F502F1">
      <w:pPr>
        <w:pStyle w:val="bstandard"/>
        <w:rPr>
          <w:rStyle w:val="cfett"/>
          <w:rFonts w:ascii="Arial" w:hAnsi="Arial" w:cs="Arial"/>
          <w:i/>
          <w:iCs/>
          <w:sz w:val="20"/>
          <w:u w:val="single"/>
        </w:rPr>
      </w:pPr>
    </w:p>
    <w:p w14:paraId="1BB1AEB3" w14:textId="5766F437" w:rsidR="00E475B0" w:rsidRDefault="00E475B0">
      <w:pPr>
        <w:pStyle w:val="bstandard"/>
        <w:rPr>
          <w:rFonts w:ascii="Arial" w:hAnsi="Arial" w:cs="Arial"/>
          <w:i/>
          <w:iCs/>
          <w:sz w:val="20"/>
          <w:u w:val="single"/>
        </w:rPr>
      </w:pPr>
      <w:r>
        <w:rPr>
          <w:rStyle w:val="cfett"/>
          <w:rFonts w:ascii="Arial" w:hAnsi="Arial" w:cs="Arial"/>
          <w:i/>
          <w:iCs/>
          <w:sz w:val="20"/>
          <w:u w:val="single"/>
        </w:rPr>
        <w:t>Beispiel:</w:t>
      </w:r>
      <w:r>
        <w:rPr>
          <w:rFonts w:ascii="Arial" w:hAnsi="Arial" w:cs="Arial"/>
          <w:i/>
          <w:iCs/>
          <w:sz w:val="20"/>
          <w:u w:val="single"/>
        </w:rPr>
        <w:t xml:space="preserve"> </w:t>
      </w:r>
      <w:r w:rsidR="00F502F1">
        <w:rPr>
          <w:rFonts w:ascii="Arial" w:hAnsi="Arial" w:cs="Arial"/>
          <w:i/>
          <w:iCs/>
          <w:sz w:val="20"/>
          <w:u w:val="single"/>
        </w:rPr>
        <w:t>Datenbankverbindung aufbauen und Daten aus einer Tabelle lesen</w:t>
      </w:r>
    </w:p>
    <w:p w14:paraId="1D7CB18E" w14:textId="547CCB04" w:rsidR="00F502F1" w:rsidRPr="00F502F1" w:rsidRDefault="005E783B">
      <w:pPr>
        <w:pStyle w:val="bstandard"/>
        <w:rPr>
          <w:rFonts w:ascii="Arial" w:hAnsi="Arial" w:cs="Arial"/>
          <w:i/>
          <w:iCs/>
          <w:sz w:val="20"/>
        </w:rPr>
      </w:pPr>
      <w:r>
        <w:rPr>
          <w:rFonts w:ascii="Courier New" w:hAnsi="Courier New" w:cs="Courier New"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0049B1" wp14:editId="3E2611A4">
                <wp:simplePos x="0" y="0"/>
                <wp:positionH relativeFrom="page">
                  <wp:posOffset>2124075</wp:posOffset>
                </wp:positionH>
                <wp:positionV relativeFrom="paragraph">
                  <wp:posOffset>186689</wp:posOffset>
                </wp:positionV>
                <wp:extent cx="1504950" cy="447675"/>
                <wp:effectExtent l="514350" t="0" r="38100" b="66675"/>
                <wp:wrapNone/>
                <wp:docPr id="4" name="Sprechblase: rechteckig mit abgerundeten Eck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447675"/>
                        </a:xfrm>
                        <a:prstGeom prst="wedgeRoundRectCallout">
                          <a:avLst>
                            <a:gd name="adj1" fmla="val -81730"/>
                            <a:gd name="adj2" fmla="val -9195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F464A38" w14:textId="2084FAF1" w:rsidR="007266D5" w:rsidRPr="00297DBB" w:rsidRDefault="00EF51D5" w:rsidP="007266D5">
                            <w:pPr>
                              <w:ind w:left="36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Package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java.sql</w:t>
                            </w:r>
                            <w:proofErr w:type="spellEnd"/>
                            <w:r w:rsidR="007266D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importieren</w:t>
                            </w:r>
                          </w:p>
                          <w:p w14:paraId="5EDD32CF" w14:textId="77777777" w:rsidR="004422F8" w:rsidRDefault="004422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049B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4" o:spid="_x0000_s1026" type="#_x0000_t62" style="position:absolute;margin-left:167.25pt;margin-top:14.7pt;width:118.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" adj="-6854,8814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3F464A38" w14:textId="2084FAF1" w:rsidR="007266D5" w:rsidRPr="00297DBB" w:rsidRDefault="00EF51D5" w:rsidP="007266D5">
                      <w:pPr>
                        <w:ind w:left="36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Package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java.sql</w:t>
                      </w:r>
                      <w:proofErr w:type="spellEnd"/>
                      <w:r w:rsidR="007266D5">
                        <w:rPr>
                          <w:b/>
                          <w:sz w:val="20"/>
                          <w:szCs w:val="20"/>
                        </w:rPr>
                        <w:t xml:space="preserve"> importieren</w:t>
                      </w:r>
                    </w:p>
                    <w:p w14:paraId="5EDD32CF" w14:textId="77777777" w:rsidR="004422F8" w:rsidRDefault="004422F8"/>
                  </w:txbxContent>
                </v:textbox>
                <w10:wrap anchorx="page"/>
              </v:shape>
            </w:pict>
          </mc:Fallback>
        </mc:AlternateContent>
      </w:r>
      <w:r w:rsidR="00840F0D" w:rsidRPr="00840F0D">
        <w:rPr>
          <w:rFonts w:ascii="Arial" w:hAnsi="Arial" w:cs="Arial"/>
          <w:i/>
          <w:iCs/>
          <w:noProof/>
          <w:sz w:val="20"/>
        </w:rPr>
        <w:drawing>
          <wp:anchor distT="0" distB="0" distL="114300" distR="114300" simplePos="0" relativeHeight="251669504" behindDoc="1" locked="0" layoutInCell="1" allowOverlap="1" wp14:anchorId="0768EB6C" wp14:editId="0D1907EF">
            <wp:simplePos x="0" y="0"/>
            <wp:positionH relativeFrom="page">
              <wp:posOffset>581025</wp:posOffset>
            </wp:positionH>
            <wp:positionV relativeFrom="paragraph">
              <wp:posOffset>291465</wp:posOffset>
            </wp:positionV>
            <wp:extent cx="6915150" cy="2330450"/>
            <wp:effectExtent l="0" t="0" r="0" b="0"/>
            <wp:wrapNone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0F0D" w:rsidRPr="00840F0D">
        <w:rPr>
          <w:rFonts w:ascii="Arial" w:hAnsi="Arial" w:cs="Arial"/>
          <w:i/>
          <w:iCs/>
          <w:sz w:val="20"/>
        </w:rPr>
        <w:t xml:space="preserve"> </w:t>
      </w:r>
      <w:r w:rsidR="004422F8">
        <w:rPr>
          <w:rFonts w:ascii="Courier New" w:hAnsi="Courier New" w:cs="Courier New"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0B035" wp14:editId="37959B00">
                <wp:simplePos x="0" y="0"/>
                <wp:positionH relativeFrom="margin">
                  <wp:posOffset>3172874</wp:posOffset>
                </wp:positionH>
                <wp:positionV relativeFrom="paragraph">
                  <wp:posOffset>150633</wp:posOffset>
                </wp:positionV>
                <wp:extent cx="2601954" cy="412750"/>
                <wp:effectExtent l="762000" t="0" r="46355" b="596900"/>
                <wp:wrapNone/>
                <wp:docPr id="7" name="Sprechblase: rechteckig mit abgerundeten Eck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954" cy="412750"/>
                        </a:xfrm>
                        <a:prstGeom prst="wedgeRoundRectCallout">
                          <a:avLst>
                            <a:gd name="adj1" fmla="val -77964"/>
                            <a:gd name="adj2" fmla="val 173321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FB8750" w14:textId="4A352383" w:rsidR="00A9084E" w:rsidRPr="00297DBB" w:rsidRDefault="00517006" w:rsidP="00A9084E">
                            <w:pPr>
                              <w:ind w:left="36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Pfad zum Laden und Registrieren des Datenbanktreibers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0B035" id="Sprechblase: rechteckig mit abgerundeten Ecken 7" o:spid="_x0000_s1027" type="#_x0000_t62" style="position:absolute;margin-left:249.85pt;margin-top:11.85pt;width:204.9pt;height:3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" adj="-6040,48237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27FB8750" w14:textId="4A352383" w:rsidR="00A9084E" w:rsidRPr="00297DBB" w:rsidRDefault="00517006" w:rsidP="00A9084E">
                      <w:pPr>
                        <w:ind w:left="36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Pfad zum Laden und Registrieren des Datenbanktreibers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02F1" w:rsidRPr="00F502F1">
        <w:rPr>
          <w:rFonts w:ascii="Arial" w:hAnsi="Arial" w:cs="Arial"/>
          <w:i/>
          <w:iCs/>
          <w:sz w:val="20"/>
        </w:rPr>
        <w:t>Zunächst muss der passende Datenba</w:t>
      </w:r>
      <w:r w:rsidR="00F502F1">
        <w:rPr>
          <w:rFonts w:ascii="Arial" w:hAnsi="Arial" w:cs="Arial"/>
          <w:i/>
          <w:iCs/>
          <w:sz w:val="20"/>
        </w:rPr>
        <w:t>n</w:t>
      </w:r>
      <w:r w:rsidR="00F502F1" w:rsidRPr="00F502F1">
        <w:rPr>
          <w:rFonts w:ascii="Arial" w:hAnsi="Arial" w:cs="Arial"/>
          <w:i/>
          <w:iCs/>
          <w:sz w:val="20"/>
        </w:rPr>
        <w:t>ktreiber installiert werden</w:t>
      </w:r>
      <w:r w:rsidR="00F502F1">
        <w:rPr>
          <w:rFonts w:ascii="Arial" w:hAnsi="Arial" w:cs="Arial"/>
          <w:i/>
          <w:iCs/>
          <w:sz w:val="20"/>
        </w:rPr>
        <w:t xml:space="preserve"> (siehe Dokumentation der Datenbank).</w:t>
      </w:r>
    </w:p>
    <w:p w14:paraId="1C44F949" w14:textId="0970FE5F" w:rsidR="00FD0078" w:rsidRDefault="004422F8" w:rsidP="00F502F1">
      <w:pPr>
        <w:pStyle w:val="bstandard"/>
        <w:rPr>
          <w:lang w:val="en-GB"/>
        </w:rPr>
      </w:pPr>
      <w:r>
        <w:rPr>
          <w:rFonts w:ascii="Courier New" w:hAnsi="Courier New" w:cs="Courier New"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ECA044" wp14:editId="3C5C9988">
                <wp:simplePos x="0" y="0"/>
                <wp:positionH relativeFrom="margin">
                  <wp:posOffset>4164965</wp:posOffset>
                </wp:positionH>
                <wp:positionV relativeFrom="paragraph">
                  <wp:posOffset>274320</wp:posOffset>
                </wp:positionV>
                <wp:extent cx="2482850" cy="450850"/>
                <wp:effectExtent l="0" t="0" r="31750" b="196850"/>
                <wp:wrapNone/>
                <wp:docPr id="9" name="Sprechblase: rechteckig mit abgerundeten Eck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0" cy="450850"/>
                        </a:xfrm>
                        <a:prstGeom prst="wedgeRoundRectCallout">
                          <a:avLst>
                            <a:gd name="adj1" fmla="val -43507"/>
                            <a:gd name="adj2" fmla="val 79780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A693135" w14:textId="3DE3AFC8" w:rsidR="004422F8" w:rsidRPr="00297DBB" w:rsidRDefault="004422F8" w:rsidP="004422F8">
                            <w:pPr>
                              <w:ind w:left="36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URL der DB-Verbindung als Parameter übergeben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CA044" id="Sprechblase: rechteckig mit abgerundeten Ecken 9" o:spid="_x0000_s1028" type="#_x0000_t62" style="position:absolute;margin-left:327.95pt;margin-top:21.6pt;width:195.5pt;height:3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" adj="1402,28032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3A693135" w14:textId="3DE3AFC8" w:rsidR="004422F8" w:rsidRPr="00297DBB" w:rsidRDefault="004422F8" w:rsidP="004422F8">
                      <w:pPr>
                        <w:ind w:left="36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URL der DB-Verbindung als Parameter übergeben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0F0D" w:rsidRPr="00840F0D">
        <w:rPr>
          <w:noProof/>
        </w:rPr>
        <w:t xml:space="preserve"> </w:t>
      </w:r>
      <w:r w:rsidR="00840F0D" w:rsidRPr="00840F0D">
        <w:rPr>
          <w:noProof/>
          <w:lang w:val="en-GB"/>
        </w:rPr>
        <w:t xml:space="preserve"> </w:t>
      </w:r>
    </w:p>
    <w:p w14:paraId="6F758B17" w14:textId="7EEDEEA0" w:rsidR="00E475B0" w:rsidRDefault="00960538">
      <w:pPr>
        <w:rPr>
          <w:lang w:val="en-GB"/>
        </w:rPr>
      </w:pPr>
      <w:r>
        <w:rPr>
          <w:rFonts w:ascii="Courier New" w:hAnsi="Courier New" w:cs="Courier New"/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5E1F1C" wp14:editId="011A925D">
                <wp:simplePos x="0" y="0"/>
                <wp:positionH relativeFrom="margin">
                  <wp:align>center</wp:align>
                </wp:positionH>
                <wp:positionV relativeFrom="paragraph">
                  <wp:posOffset>1386205</wp:posOffset>
                </wp:positionV>
                <wp:extent cx="1841500" cy="285750"/>
                <wp:effectExtent l="1714500" t="0" r="44450" b="57150"/>
                <wp:wrapNone/>
                <wp:docPr id="12" name="Sprechblase: rechteckig mit abgerundeten Eck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3638550" y="8343900"/>
                          <a:ext cx="1841500" cy="285750"/>
                        </a:xfrm>
                        <a:prstGeom prst="wedgeRoundRectCallout">
                          <a:avLst>
                            <a:gd name="adj1" fmla="val -140433"/>
                            <a:gd name="adj2" fmla="val -11550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CE8A8F" w14:textId="30BE9A9D" w:rsidR="00D72E3E" w:rsidRPr="00297DBB" w:rsidRDefault="00D72E3E" w:rsidP="00D72E3E">
                            <w:pPr>
                              <w:ind w:left="36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Verbindung schließen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E1F1C" id="Sprechblase: rechteckig mit abgerundeten Ecken 12" o:spid="_x0000_s1029" type="#_x0000_t62" style="position:absolute;margin-left:0;margin-top:109.15pt;width:145pt;height:22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" adj="-19534,8305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15CE8A8F" w14:textId="30BE9A9D" w:rsidR="00D72E3E" w:rsidRPr="00297DBB" w:rsidRDefault="00D72E3E" w:rsidP="00D72E3E">
                      <w:pPr>
                        <w:ind w:left="36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Verbindung schließen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urier New" w:hAnsi="Courier New" w:cs="Courier New"/>
          <w:noProof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B9AAC4" wp14:editId="08E87E45">
                <wp:simplePos x="0" y="0"/>
                <wp:positionH relativeFrom="margin">
                  <wp:posOffset>5031740</wp:posOffset>
                </wp:positionH>
                <wp:positionV relativeFrom="paragraph">
                  <wp:posOffset>1043305</wp:posOffset>
                </wp:positionV>
                <wp:extent cx="1882775" cy="609600"/>
                <wp:effectExtent l="1047750" t="0" r="41275" b="57150"/>
                <wp:wrapNone/>
                <wp:docPr id="11" name="Sprechblase: rechteckig mit abgerundeten Eck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2775" cy="609600"/>
                        </a:xfrm>
                        <a:prstGeom prst="wedgeRoundRectCallout">
                          <a:avLst>
                            <a:gd name="adj1" fmla="val -102912"/>
                            <a:gd name="adj2" fmla="val -18064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87FB80" w14:textId="4660E9C6" w:rsidR="00D72E3E" w:rsidRPr="00297DBB" w:rsidRDefault="00D72E3E" w:rsidP="00D72E3E">
                            <w:pPr>
                              <w:ind w:left="36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ResultSet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durchlaufen und Daten verarbeiten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9AAC4" id="Sprechblase: rechteckig mit abgerundeten Ecken 11" o:spid="_x0000_s1030" type="#_x0000_t62" style="position:absolute;margin-left:396.2pt;margin-top:82.15pt;width:148.2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" adj="-11429,6898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6987FB80" w14:textId="4660E9C6" w:rsidR="00D72E3E" w:rsidRPr="00297DBB" w:rsidRDefault="00D72E3E" w:rsidP="00D72E3E">
                      <w:pPr>
                        <w:ind w:left="360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ResultSet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 xml:space="preserve"> durchlaufen und Daten verarbeiten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urier New" w:hAnsi="Courier New" w:cs="Courier New"/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4B8E0" wp14:editId="53C74778">
                <wp:simplePos x="0" y="0"/>
                <wp:positionH relativeFrom="margin">
                  <wp:posOffset>3898265</wp:posOffset>
                </wp:positionH>
                <wp:positionV relativeFrom="paragraph">
                  <wp:posOffset>643255</wp:posOffset>
                </wp:positionV>
                <wp:extent cx="2962275" cy="276225"/>
                <wp:effectExtent l="323850" t="0" r="47625" b="66675"/>
                <wp:wrapNone/>
                <wp:docPr id="10" name="Sprechblase: rechteckig mit abgerundeten Eck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276225"/>
                        </a:xfrm>
                        <a:prstGeom prst="wedgeRoundRectCallout">
                          <a:avLst>
                            <a:gd name="adj1" fmla="val -59419"/>
                            <a:gd name="adj2" fmla="val 43088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AAD532" w14:textId="150408D3" w:rsidR="00D72E3E" w:rsidRPr="00297DBB" w:rsidRDefault="00D72E3E" w:rsidP="00D72E3E">
                            <w:pPr>
                              <w:ind w:left="36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SQL-Statement als Parameter übergeben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4B8E0" id="Sprechblase: rechteckig mit abgerundeten Ecken 10" o:spid="_x0000_s1031" type="#_x0000_t62" style="position:absolute;margin-left:306.95pt;margin-top:50.65pt;width:233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" adj="-2035,20107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2DAAD532" w14:textId="150408D3" w:rsidR="00D72E3E" w:rsidRPr="00297DBB" w:rsidRDefault="00D72E3E" w:rsidP="00D72E3E">
                      <w:pPr>
                        <w:ind w:left="36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SQL-Statement als Parameter übergeben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475B0" w:rsidSect="008D6888">
      <w:headerReference w:type="default" r:id="rId14"/>
      <w:pgSz w:w="11906" w:h="16838" w:code="9"/>
      <w:pgMar w:top="567" w:right="851" w:bottom="180" w:left="851" w:header="709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75654" w14:textId="77777777" w:rsidR="00E50326" w:rsidRDefault="00E50326">
      <w:r>
        <w:separator/>
      </w:r>
    </w:p>
  </w:endnote>
  <w:endnote w:type="continuationSeparator" w:id="0">
    <w:p w14:paraId="39801586" w14:textId="77777777" w:rsidR="00E50326" w:rsidRDefault="00E5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7F732" w14:textId="77777777" w:rsidR="00E50326" w:rsidRDefault="00E50326">
      <w:r>
        <w:separator/>
      </w:r>
    </w:p>
  </w:footnote>
  <w:footnote w:type="continuationSeparator" w:id="0">
    <w:p w14:paraId="41FD6E29" w14:textId="77777777" w:rsidR="00E50326" w:rsidRDefault="00E50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83"/>
      <w:gridCol w:w="1129"/>
      <w:gridCol w:w="6459"/>
      <w:gridCol w:w="1685"/>
    </w:tblGrid>
    <w:tr w:rsidR="006B1F8E" w14:paraId="08DBA55C" w14:textId="77777777" w:rsidTr="006B1F8E">
      <w:tc>
        <w:tcPr>
          <w:tcW w:w="1101" w:type="dxa"/>
        </w:tcPr>
        <w:p w14:paraId="27FEE8FE" w14:textId="3118AAE8" w:rsidR="006B1F8E" w:rsidRDefault="007227DE" w:rsidP="006B1F8E">
          <w:pPr>
            <w:pStyle w:val="Kopfzeile"/>
            <w:tabs>
              <w:tab w:val="clear" w:pos="4536"/>
              <w:tab w:val="clear" w:pos="9072"/>
            </w:tabs>
            <w:spacing w:after="60"/>
            <w:jc w:val="center"/>
            <w:rPr>
              <w:rFonts w:cs="Arial"/>
              <w:sz w:val="20"/>
              <w:szCs w:val="20"/>
            </w:rPr>
          </w:pPr>
          <w:r>
            <w:rPr>
              <w:noProof/>
            </w:rPr>
            <w:t>Schullogo</w:t>
          </w:r>
        </w:p>
      </w:tc>
      <w:tc>
        <w:tcPr>
          <w:tcW w:w="1134" w:type="dxa"/>
          <w:vAlign w:val="center"/>
        </w:tcPr>
        <w:p w14:paraId="793D114A" w14:textId="12ED66FC" w:rsidR="006B1F8E" w:rsidRDefault="007227DE" w:rsidP="006B1F8E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  <w:szCs w:val="20"/>
            </w:rPr>
          </w:pPr>
          <w:proofErr w:type="spellStart"/>
          <w:r>
            <w:rPr>
              <w:rFonts w:cs="Arial"/>
              <w:sz w:val="20"/>
              <w:szCs w:val="20"/>
            </w:rPr>
            <w:t>AEuP</w:t>
          </w:r>
          <w:proofErr w:type="spellEnd"/>
          <w:r>
            <w:rPr>
              <w:rFonts w:cs="Arial"/>
              <w:sz w:val="20"/>
              <w:szCs w:val="20"/>
            </w:rPr>
            <w:t xml:space="preserve"> 11</w:t>
          </w:r>
        </w:p>
      </w:tc>
      <w:tc>
        <w:tcPr>
          <w:tcW w:w="6520" w:type="dxa"/>
          <w:vAlign w:val="center"/>
        </w:tcPr>
        <w:p w14:paraId="36CD4CDA" w14:textId="4F236CC1" w:rsidR="006B1F8E" w:rsidRDefault="006B1F8E" w:rsidP="006B1F8E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Datenbankzugriff mit Java</w:t>
          </w:r>
        </w:p>
      </w:tc>
      <w:tc>
        <w:tcPr>
          <w:tcW w:w="1701" w:type="dxa"/>
          <w:vAlign w:val="center"/>
        </w:tcPr>
        <w:p w14:paraId="7D0A2288" w14:textId="77777777" w:rsidR="006B1F8E" w:rsidRDefault="006B1F8E" w:rsidP="006B1F8E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20     -     -      </w:t>
          </w:r>
        </w:p>
      </w:tc>
    </w:tr>
  </w:tbl>
  <w:p w14:paraId="03210F43" w14:textId="77777777" w:rsidR="00E475B0" w:rsidRDefault="00E475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2C0"/>
    <w:multiLevelType w:val="hybridMultilevel"/>
    <w:tmpl w:val="14F0A3F0"/>
    <w:lvl w:ilvl="0" w:tplc="9F7267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6AB8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C4AE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547B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4E47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E0A82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9074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8C67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170F5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93113"/>
    <w:multiLevelType w:val="hybridMultilevel"/>
    <w:tmpl w:val="D2BE7B24"/>
    <w:lvl w:ilvl="0" w:tplc="924035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941C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64D5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2212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9252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55EC0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82C3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CE76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58F3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36754"/>
    <w:multiLevelType w:val="hybridMultilevel"/>
    <w:tmpl w:val="A3A6B386"/>
    <w:lvl w:ilvl="0" w:tplc="92A42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08C83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18C8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2E2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EB0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469A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9E81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18EC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6C22F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943A8"/>
    <w:multiLevelType w:val="hybridMultilevel"/>
    <w:tmpl w:val="8EB8A9EE"/>
    <w:lvl w:ilvl="0" w:tplc="AA4E1B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DF4DE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F4F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82485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0C008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7DC3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7F8ED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C228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8D4B1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4B43EA"/>
    <w:multiLevelType w:val="hybridMultilevel"/>
    <w:tmpl w:val="409C1A18"/>
    <w:lvl w:ilvl="0" w:tplc="597C48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0A49E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F4CE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8AE6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E2484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DDE6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BB4E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B44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13E2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BB7ECE"/>
    <w:multiLevelType w:val="hybridMultilevel"/>
    <w:tmpl w:val="48EE399A"/>
    <w:lvl w:ilvl="0" w:tplc="2F5413FC">
      <w:start w:val="1"/>
      <w:numFmt w:val="bullet"/>
      <w:lvlText w:val="!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  <w:b/>
        <w:i w:val="0"/>
        <w:color w:val="808080"/>
        <w:spacing w:val="80"/>
        <w:w w:val="15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506"/>
    <w:multiLevelType w:val="hybridMultilevel"/>
    <w:tmpl w:val="B65A0DF0"/>
    <w:lvl w:ilvl="0" w:tplc="223A8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E806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20F1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CCAF4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E0066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6C55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DA1F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6C7C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1A636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0D77A5"/>
    <w:multiLevelType w:val="multilevel"/>
    <w:tmpl w:val="6E2C2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5C1A96"/>
    <w:multiLevelType w:val="multilevel"/>
    <w:tmpl w:val="37C04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66198A"/>
    <w:multiLevelType w:val="multilevel"/>
    <w:tmpl w:val="0BE0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14A6F"/>
    <w:multiLevelType w:val="hybridMultilevel"/>
    <w:tmpl w:val="802CB0F6"/>
    <w:lvl w:ilvl="0" w:tplc="6F28D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E097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75E32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4081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06239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A0E7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0D6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58A1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368A3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3E1007"/>
    <w:multiLevelType w:val="hybridMultilevel"/>
    <w:tmpl w:val="FC9C9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61FAF"/>
    <w:multiLevelType w:val="multilevel"/>
    <w:tmpl w:val="8306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7D1D7D"/>
    <w:multiLevelType w:val="hybridMultilevel"/>
    <w:tmpl w:val="D9B47BBE"/>
    <w:lvl w:ilvl="0" w:tplc="CEC287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2A31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F0AA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0CC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ACA1E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4CCEF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48E6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30A5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AB25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B952B0"/>
    <w:multiLevelType w:val="hybridMultilevel"/>
    <w:tmpl w:val="E7C65020"/>
    <w:lvl w:ilvl="0" w:tplc="5D9A35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8AE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8A0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20616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90BC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8E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B4E5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8C68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14E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3045F6"/>
    <w:multiLevelType w:val="hybridMultilevel"/>
    <w:tmpl w:val="712646C8"/>
    <w:lvl w:ilvl="0" w:tplc="F7507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F44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E0CA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D3C11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7811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D46C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E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15244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FAF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D81B13"/>
    <w:multiLevelType w:val="hybridMultilevel"/>
    <w:tmpl w:val="B9DA81F2"/>
    <w:lvl w:ilvl="0" w:tplc="B106D0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B41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3414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628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A4C5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E43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3502F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B091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3A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475542"/>
    <w:multiLevelType w:val="hybridMultilevel"/>
    <w:tmpl w:val="3446BFB8"/>
    <w:lvl w:ilvl="0" w:tplc="7CAEAD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4201B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5E008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30D1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A66F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E4DC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A948F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1947C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E62B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22166"/>
    <w:multiLevelType w:val="hybridMultilevel"/>
    <w:tmpl w:val="FBD4A68C"/>
    <w:lvl w:ilvl="0" w:tplc="C0087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E8DF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249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942C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C866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CC83A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3C74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17AB5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24C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FD0F09"/>
    <w:multiLevelType w:val="hybridMultilevel"/>
    <w:tmpl w:val="07442AA0"/>
    <w:lvl w:ilvl="0" w:tplc="9468D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CB3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33408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05606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0F27C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35A7B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008F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E9869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53A3A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395201"/>
    <w:multiLevelType w:val="hybridMultilevel"/>
    <w:tmpl w:val="7AD81386"/>
    <w:lvl w:ilvl="0" w:tplc="6DF616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B695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274A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3CEF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FC81A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6032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F05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656FD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D81D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2F05C5"/>
    <w:multiLevelType w:val="hybridMultilevel"/>
    <w:tmpl w:val="2E8031C6"/>
    <w:lvl w:ilvl="0" w:tplc="C07E44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701F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8262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CD8B5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9C50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2CC4C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1CB9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4E8E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42F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0347DB"/>
    <w:multiLevelType w:val="multilevel"/>
    <w:tmpl w:val="D17AB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4C0A04"/>
    <w:multiLevelType w:val="hybridMultilevel"/>
    <w:tmpl w:val="E444BB88"/>
    <w:lvl w:ilvl="0" w:tplc="C03444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EAE47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1E69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B3C47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025F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4895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20F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DE8C6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7C39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0205E6"/>
    <w:multiLevelType w:val="hybridMultilevel"/>
    <w:tmpl w:val="0C489D2C"/>
    <w:lvl w:ilvl="0" w:tplc="2D9E62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1CB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B364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1EAD7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1A0D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308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ECF4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CACA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D4E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20399D"/>
    <w:multiLevelType w:val="hybridMultilevel"/>
    <w:tmpl w:val="E5B61A3C"/>
    <w:lvl w:ilvl="0" w:tplc="F730B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49CCE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CB0A0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5240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74B2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38665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526EA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F2699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94DB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297876"/>
    <w:multiLevelType w:val="multilevel"/>
    <w:tmpl w:val="B998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9656515">
    <w:abstractNumId w:val="26"/>
  </w:num>
  <w:num w:numId="2" w16cid:durableId="1031883795">
    <w:abstractNumId w:val="5"/>
  </w:num>
  <w:num w:numId="3" w16cid:durableId="1825663940">
    <w:abstractNumId w:val="0"/>
  </w:num>
  <w:num w:numId="4" w16cid:durableId="1356496208">
    <w:abstractNumId w:val="1"/>
  </w:num>
  <w:num w:numId="5" w16cid:durableId="1830945904">
    <w:abstractNumId w:val="15"/>
  </w:num>
  <w:num w:numId="6" w16cid:durableId="1879269320">
    <w:abstractNumId w:val="16"/>
  </w:num>
  <w:num w:numId="7" w16cid:durableId="1877543315">
    <w:abstractNumId w:val="13"/>
  </w:num>
  <w:num w:numId="8" w16cid:durableId="1220364511">
    <w:abstractNumId w:val="10"/>
  </w:num>
  <w:num w:numId="9" w16cid:durableId="1672759655">
    <w:abstractNumId w:val="19"/>
  </w:num>
  <w:num w:numId="10" w16cid:durableId="826745521">
    <w:abstractNumId w:val="20"/>
  </w:num>
  <w:num w:numId="11" w16cid:durableId="1980912143">
    <w:abstractNumId w:val="6"/>
  </w:num>
  <w:num w:numId="12" w16cid:durableId="1668944898">
    <w:abstractNumId w:val="17"/>
  </w:num>
  <w:num w:numId="13" w16cid:durableId="335157019">
    <w:abstractNumId w:val="2"/>
  </w:num>
  <w:num w:numId="14" w16cid:durableId="1966816311">
    <w:abstractNumId w:val="18"/>
  </w:num>
  <w:num w:numId="15" w16cid:durableId="642663943">
    <w:abstractNumId w:val="4"/>
  </w:num>
  <w:num w:numId="16" w16cid:durableId="1584072434">
    <w:abstractNumId w:val="24"/>
  </w:num>
  <w:num w:numId="17" w16cid:durableId="2105758986">
    <w:abstractNumId w:val="23"/>
  </w:num>
  <w:num w:numId="18" w16cid:durableId="926890854">
    <w:abstractNumId w:val="21"/>
  </w:num>
  <w:num w:numId="19" w16cid:durableId="549808851">
    <w:abstractNumId w:val="14"/>
  </w:num>
  <w:num w:numId="20" w16cid:durableId="19472273">
    <w:abstractNumId w:val="3"/>
  </w:num>
  <w:num w:numId="21" w16cid:durableId="1025517010">
    <w:abstractNumId w:val="25"/>
  </w:num>
  <w:num w:numId="22" w16cid:durableId="885681471">
    <w:abstractNumId w:val="22"/>
  </w:num>
  <w:num w:numId="23" w16cid:durableId="1036808504">
    <w:abstractNumId w:val="9"/>
  </w:num>
  <w:num w:numId="24" w16cid:durableId="1329598056">
    <w:abstractNumId w:val="12"/>
  </w:num>
  <w:num w:numId="25" w16cid:durableId="457451295">
    <w:abstractNumId w:val="7"/>
  </w:num>
  <w:num w:numId="26" w16cid:durableId="1983195801">
    <w:abstractNumId w:val="11"/>
  </w:num>
  <w:num w:numId="27" w16cid:durableId="1467745144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F7B"/>
    <w:rsid w:val="000043E5"/>
    <w:rsid w:val="0006142C"/>
    <w:rsid w:val="00115CF1"/>
    <w:rsid w:val="00144123"/>
    <w:rsid w:val="001A0650"/>
    <w:rsid w:val="001D40F9"/>
    <w:rsid w:val="00236021"/>
    <w:rsid w:val="00236F7B"/>
    <w:rsid w:val="00306BE1"/>
    <w:rsid w:val="00310462"/>
    <w:rsid w:val="00345A6E"/>
    <w:rsid w:val="00383937"/>
    <w:rsid w:val="00405573"/>
    <w:rsid w:val="004422F8"/>
    <w:rsid w:val="00445E30"/>
    <w:rsid w:val="004959EF"/>
    <w:rsid w:val="004D1A15"/>
    <w:rsid w:val="004E150E"/>
    <w:rsid w:val="004F47A8"/>
    <w:rsid w:val="00517006"/>
    <w:rsid w:val="0056127A"/>
    <w:rsid w:val="00571D9A"/>
    <w:rsid w:val="005B4F94"/>
    <w:rsid w:val="005E783B"/>
    <w:rsid w:val="0061595C"/>
    <w:rsid w:val="006425B4"/>
    <w:rsid w:val="0066374C"/>
    <w:rsid w:val="006A114F"/>
    <w:rsid w:val="006A7BC3"/>
    <w:rsid w:val="006B1F8E"/>
    <w:rsid w:val="006E4DA6"/>
    <w:rsid w:val="006E6D42"/>
    <w:rsid w:val="007227DE"/>
    <w:rsid w:val="007266D5"/>
    <w:rsid w:val="008179CF"/>
    <w:rsid w:val="00821F79"/>
    <w:rsid w:val="00840F0D"/>
    <w:rsid w:val="008D6888"/>
    <w:rsid w:val="008F7146"/>
    <w:rsid w:val="00960538"/>
    <w:rsid w:val="00962697"/>
    <w:rsid w:val="00983336"/>
    <w:rsid w:val="00984384"/>
    <w:rsid w:val="009A7552"/>
    <w:rsid w:val="00A9084E"/>
    <w:rsid w:val="00AC0CB3"/>
    <w:rsid w:val="00AF5A79"/>
    <w:rsid w:val="00B2155E"/>
    <w:rsid w:val="00B242F8"/>
    <w:rsid w:val="00C010EF"/>
    <w:rsid w:val="00C05442"/>
    <w:rsid w:val="00C54CDD"/>
    <w:rsid w:val="00C707E5"/>
    <w:rsid w:val="00CD6F06"/>
    <w:rsid w:val="00CF316F"/>
    <w:rsid w:val="00D510E0"/>
    <w:rsid w:val="00D53977"/>
    <w:rsid w:val="00D72E3E"/>
    <w:rsid w:val="00D967C3"/>
    <w:rsid w:val="00E11197"/>
    <w:rsid w:val="00E475B0"/>
    <w:rsid w:val="00E50326"/>
    <w:rsid w:val="00E85168"/>
    <w:rsid w:val="00EF51D5"/>
    <w:rsid w:val="00F2076A"/>
    <w:rsid w:val="00F502F1"/>
    <w:rsid w:val="00FA522E"/>
    <w:rsid w:val="00FB1C08"/>
    <w:rsid w:val="00FD0078"/>
    <w:rsid w:val="00FF0E40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5FAAE"/>
  <w15:chartTrackingRefBased/>
  <w15:docId w15:val="{6CF5A694-1B2E-4430-932D-F4134D05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eastAsia="Arial Unicode MS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eastAsia="Arial Unicode MS" w:cs="Arial"/>
      <w:b/>
      <w:bCs/>
      <w:sz w:val="20"/>
      <w:szCs w:val="20"/>
    </w:rPr>
  </w:style>
  <w:style w:type="paragraph" w:styleId="berschrift4">
    <w:name w:val="heading 4"/>
    <w:basedOn w:val="Standard"/>
    <w:next w:val="Standard"/>
    <w:qFormat/>
    <w:pPr>
      <w:keepNext/>
      <w:ind w:left="1416" w:firstLine="708"/>
      <w:outlineLvl w:val="3"/>
    </w:pPr>
    <w:rPr>
      <w:b/>
      <w:bCs/>
      <w:sz w:val="32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color w:val="FFFFFF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b/>
      <w:bCs/>
    </w:rPr>
  </w:style>
  <w:style w:type="paragraph" w:styleId="Textkrper2">
    <w:name w:val="Body Text 2"/>
    <w:basedOn w:val="Standard"/>
    <w:semiHidden/>
    <w:rPr>
      <w:rFonts w:eastAsia="Arial Unicode MS" w:cs="Arial"/>
      <w:b/>
      <w:bCs/>
      <w:sz w:val="20"/>
      <w:szCs w:val="20"/>
      <w:lang w:val="en-GB"/>
    </w:rPr>
  </w:style>
  <w:style w:type="paragraph" w:styleId="StandardWeb">
    <w:name w:val="Normal (Web)"/>
    <w:basedOn w:val="Standard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semiHidden/>
    <w:rPr>
      <w:color w:val="0000FF"/>
      <w:u w:val="single"/>
    </w:rPr>
  </w:style>
  <w:style w:type="paragraph" w:styleId="Textkrper3">
    <w:name w:val="Body Text 3"/>
    <w:basedOn w:val="Standard"/>
    <w:semiHidden/>
    <w:rPr>
      <w:b/>
      <w:bCs/>
      <w:sz w:val="28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character" w:customStyle="1" w:styleId="ipa">
    <w:name w:val="ipa"/>
    <w:basedOn w:val="Absatz-Standardschriftart"/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character" w:customStyle="1" w:styleId="listing1">
    <w:name w:val="listing1"/>
    <w:rPr>
      <w:rFonts w:ascii="Courier New" w:hAnsi="Courier New" w:cs="Courier New" w:hint="default"/>
      <w:color w:val="0000FF"/>
    </w:rPr>
  </w:style>
  <w:style w:type="character" w:customStyle="1" w:styleId="toctoggle">
    <w:name w:val="toctoggle"/>
    <w:basedOn w:val="Absatz-Standardschriftart"/>
  </w:style>
  <w:style w:type="character" w:customStyle="1" w:styleId="tocnumber">
    <w:name w:val="tocnumber"/>
    <w:basedOn w:val="Absatz-Standardschriftart"/>
  </w:style>
  <w:style w:type="character" w:customStyle="1" w:styleId="toctext">
    <w:name w:val="toctext"/>
    <w:basedOn w:val="Absatz-Standardschriftart"/>
  </w:style>
  <w:style w:type="character" w:customStyle="1" w:styleId="mw-headline">
    <w:name w:val="mw-headline"/>
    <w:basedOn w:val="Absatz-Standardschriftart"/>
  </w:style>
  <w:style w:type="character" w:customStyle="1" w:styleId="editsection">
    <w:name w:val="editsection"/>
    <w:basedOn w:val="Absatz-Standardschriftart"/>
  </w:style>
  <w:style w:type="character" w:customStyle="1" w:styleId="listing">
    <w:name w:val="listing"/>
    <w:basedOn w:val="Absatz-Standardschriftart"/>
  </w:style>
  <w:style w:type="character" w:styleId="Fett">
    <w:name w:val="Strong"/>
    <w:uiPriority w:val="22"/>
    <w:qFormat/>
    <w:rPr>
      <w:b/>
      <w:bCs/>
    </w:rPr>
  </w:style>
  <w:style w:type="paragraph" w:styleId="HTMLVorformatiert">
    <w:name w:val="HTML Preformatted"/>
    <w:basedOn w:val="Standard"/>
    <w:link w:val="HTMLVorformatiertZchn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tabunter1">
    <w:name w:val="tabunter1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customStyle="1" w:styleId="cfett">
    <w:name w:val="cfett"/>
    <w:basedOn w:val="Absatz-Standardschriftart"/>
  </w:style>
  <w:style w:type="character" w:styleId="HTMLSchreibmaschine">
    <w:name w:val="HTML Typewriter"/>
    <w:semiHidden/>
    <w:rPr>
      <w:rFonts w:ascii="Arial Unicode MS" w:eastAsia="Arial Unicode MS" w:hAnsi="Arial Unicode MS" w:cs="Arial Unicode MS"/>
      <w:sz w:val="20"/>
      <w:szCs w:val="20"/>
    </w:rPr>
  </w:style>
  <w:style w:type="character" w:customStyle="1" w:styleId="clisting">
    <w:name w:val="clisting"/>
    <w:basedOn w:val="Absatz-Standardschriftart"/>
  </w:style>
  <w:style w:type="paragraph" w:customStyle="1" w:styleId="bstandard">
    <w:name w:val="bstandard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customStyle="1" w:styleId="typ">
    <w:name w:val="typ"/>
    <w:basedOn w:val="Absatz-Standardschriftart"/>
  </w:style>
  <w:style w:type="character" w:customStyle="1" w:styleId="pln">
    <w:name w:val="pln"/>
    <w:basedOn w:val="Absatz-Standardschriftart"/>
  </w:style>
  <w:style w:type="character" w:customStyle="1" w:styleId="pun">
    <w:name w:val="pun"/>
    <w:basedOn w:val="Absatz-Standardschriftart"/>
  </w:style>
  <w:style w:type="character" w:customStyle="1" w:styleId="kwd">
    <w:name w:val="kwd"/>
    <w:basedOn w:val="Absatz-Standardschriftart"/>
  </w:style>
  <w:style w:type="character" w:customStyle="1" w:styleId="str">
    <w:name w:val="str"/>
    <w:basedOn w:val="Absatz-Standardschriftart"/>
  </w:style>
  <w:style w:type="character" w:customStyle="1" w:styleId="com">
    <w:name w:val="com"/>
    <w:basedOn w:val="Absatz-Standardschriftart"/>
  </w:style>
  <w:style w:type="character" w:customStyle="1" w:styleId="tabunter">
    <w:name w:val="tabunter"/>
    <w:basedOn w:val="Absatz-Standardschriftart"/>
  </w:style>
  <w:style w:type="character" w:customStyle="1" w:styleId="ckursiv">
    <w:name w:val="ckursiv"/>
    <w:basedOn w:val="Absatz-Standardschriftart"/>
  </w:style>
  <w:style w:type="paragraph" w:customStyle="1" w:styleId="ptabellenunter">
    <w:name w:val="ptabellenunter"/>
    <w:basedOn w:val="Standard"/>
    <w:rsid w:val="00236F7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HTMLVorformatiertZchn">
    <w:name w:val="HTML Vorformatiert Zchn"/>
    <w:link w:val="HTMLVorformatiert"/>
    <w:uiPriority w:val="99"/>
    <w:rsid w:val="00236F7B"/>
    <w:rPr>
      <w:rFonts w:ascii="Arial Unicode MS" w:eastAsia="Arial Unicode MS" w:hAnsi="Arial Unicode MS" w:cs="Arial Unicode MS"/>
    </w:rPr>
  </w:style>
  <w:style w:type="paragraph" w:customStyle="1" w:styleId="plistingunter">
    <w:name w:val="plistingunter"/>
    <w:basedOn w:val="Standard"/>
    <w:rsid w:val="00236F7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lit">
    <w:name w:val="lit"/>
    <w:rsid w:val="00236F7B"/>
  </w:style>
  <w:style w:type="paragraph" w:customStyle="1" w:styleId="pbildunter">
    <w:name w:val="pbildunter"/>
    <w:basedOn w:val="Standard"/>
    <w:rsid w:val="00236F7B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59"/>
    <w:rsid w:val="00236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5CF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15CF1"/>
    <w:rPr>
      <w:rFonts w:ascii="Segoe UI" w:hAnsi="Segoe UI" w:cs="Segoe UI"/>
      <w:sz w:val="18"/>
      <w:szCs w:val="18"/>
    </w:rPr>
  </w:style>
  <w:style w:type="character" w:customStyle="1" w:styleId="KopfzeileZchn">
    <w:name w:val="Kopfzeile Zchn"/>
    <w:link w:val="Kopfzeile"/>
    <w:rsid w:val="006B1F8E"/>
    <w:rPr>
      <w:rFonts w:ascii="Arial" w:hAnsi="Arial"/>
      <w:sz w:val="22"/>
      <w:szCs w:val="24"/>
    </w:rPr>
  </w:style>
  <w:style w:type="paragraph" w:customStyle="1" w:styleId="alt">
    <w:name w:val="alt"/>
    <w:basedOn w:val="Standard"/>
    <w:rsid w:val="00FD007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keyword">
    <w:name w:val="keyword"/>
    <w:basedOn w:val="Absatz-Standardschriftart"/>
    <w:rsid w:val="00FD0078"/>
  </w:style>
  <w:style w:type="character" w:customStyle="1" w:styleId="string">
    <w:name w:val="string"/>
    <w:basedOn w:val="Absatz-Standardschriftart"/>
    <w:rsid w:val="00FD0078"/>
  </w:style>
  <w:style w:type="character" w:customStyle="1" w:styleId="comment">
    <w:name w:val="comment"/>
    <w:basedOn w:val="Absatz-Standardschriftart"/>
    <w:rsid w:val="00FD0078"/>
  </w:style>
  <w:style w:type="character" w:customStyle="1" w:styleId="number">
    <w:name w:val="number"/>
    <w:basedOn w:val="Absatz-Standardschriftart"/>
    <w:rsid w:val="00FD0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1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Beate%20Ziegler\Anwendungsdaten\Microsoft\Vorlagen\Normal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C1E2F0F-55C9-4981-88A4-3DC3ED12BA0C}" type="doc">
      <dgm:prSet loTypeId="urn:microsoft.com/office/officeart/2005/8/layout/lProcess2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de-DE"/>
        </a:p>
      </dgm:t>
    </dgm:pt>
    <dgm:pt modelId="{DC43A4CE-CECF-4670-BC74-0DA9D55112C0}">
      <dgm:prSet phldrT="[Text]"/>
      <dgm:spPr/>
      <dgm:t>
        <a:bodyPr/>
        <a:lstStyle/>
        <a:p>
          <a:r>
            <a:rPr lang="de-DE" b="1"/>
            <a:t>Typ 1</a:t>
          </a:r>
          <a:br>
            <a:rPr lang="de-DE"/>
          </a:br>
          <a:r>
            <a:rPr lang="de-DE" b="0"/>
            <a:t>JDBC-ODBC-Bridge</a:t>
          </a:r>
          <a:br>
            <a:rPr lang="de-DE" b="0"/>
          </a:br>
          <a:endParaRPr lang="de-DE" b="0"/>
        </a:p>
      </dgm:t>
    </dgm:pt>
    <dgm:pt modelId="{2786C970-0867-4CD4-8CAC-06EE8415D189}" type="parTrans" cxnId="{795B6763-31FC-4A16-A4A6-3A2443B4CE9C}">
      <dgm:prSet/>
      <dgm:spPr/>
      <dgm:t>
        <a:bodyPr/>
        <a:lstStyle/>
        <a:p>
          <a:endParaRPr lang="de-DE"/>
        </a:p>
      </dgm:t>
    </dgm:pt>
    <dgm:pt modelId="{D149340E-5344-48C6-8B90-E3BA014BE95B}" type="sibTrans" cxnId="{795B6763-31FC-4A16-A4A6-3A2443B4CE9C}">
      <dgm:prSet/>
      <dgm:spPr/>
      <dgm:t>
        <a:bodyPr/>
        <a:lstStyle/>
        <a:p>
          <a:endParaRPr lang="de-DE"/>
        </a:p>
      </dgm:t>
    </dgm:pt>
    <dgm:pt modelId="{398DE2B6-679F-4043-BCAF-111FCDE49E60}">
      <dgm:prSet phldrT="[Text]"/>
      <dgm:spPr/>
      <dgm:t>
        <a:bodyPr/>
        <a:lstStyle/>
        <a:p>
          <a:r>
            <a:rPr lang="de-DE" b="1"/>
            <a:t>Typ 2</a:t>
          </a:r>
        </a:p>
        <a:p>
          <a:r>
            <a:rPr lang="de-DE" b="0"/>
            <a:t>JDBC</a:t>
          </a:r>
          <a:r>
            <a:rPr lang="de-DE" b="1"/>
            <a:t> </a:t>
          </a:r>
          <a:r>
            <a:rPr lang="de-DE" b="0"/>
            <a:t>-</a:t>
          </a:r>
          <a:r>
            <a:rPr lang="de-DE" b="1"/>
            <a:t> </a:t>
          </a:r>
          <a:r>
            <a:rPr lang="de-DE" b="0"/>
            <a:t>propietärer</a:t>
          </a:r>
          <a:r>
            <a:rPr lang="de-DE" b="1"/>
            <a:t> </a:t>
          </a:r>
          <a:r>
            <a:rPr lang="de-DE" b="0"/>
            <a:t>Treiber</a:t>
          </a:r>
        </a:p>
      </dgm:t>
    </dgm:pt>
    <dgm:pt modelId="{92E6BECF-1AB5-4D9D-BB0F-183BEE5DBB97}" type="parTrans" cxnId="{C011DC5B-30C7-4415-BC24-A31BE8003C6A}">
      <dgm:prSet/>
      <dgm:spPr/>
      <dgm:t>
        <a:bodyPr/>
        <a:lstStyle/>
        <a:p>
          <a:endParaRPr lang="de-DE"/>
        </a:p>
      </dgm:t>
    </dgm:pt>
    <dgm:pt modelId="{B4662F5F-29D0-45C2-B0B3-036551D19B04}" type="sibTrans" cxnId="{C011DC5B-30C7-4415-BC24-A31BE8003C6A}">
      <dgm:prSet/>
      <dgm:spPr/>
      <dgm:t>
        <a:bodyPr/>
        <a:lstStyle/>
        <a:p>
          <a:endParaRPr lang="de-DE"/>
        </a:p>
      </dgm:t>
    </dgm:pt>
    <dgm:pt modelId="{4B960E50-1988-403C-A5A7-EB8FE27AB5B8}">
      <dgm:prSet phldrT="[Text]"/>
      <dgm:spPr/>
      <dgm:t>
        <a:bodyPr/>
        <a:lstStyle/>
        <a:p>
          <a:r>
            <a:rPr lang="de-DE"/>
            <a:t>JDBC-Treiber setzt auf proprietärem Datenbanktreiber auf.</a:t>
          </a:r>
        </a:p>
      </dgm:t>
    </dgm:pt>
    <dgm:pt modelId="{F6F83216-AE7D-4B0B-BE60-A633506243AF}" type="parTrans" cxnId="{DCA1ECCE-8B2D-46A6-944A-52280E1F6707}">
      <dgm:prSet/>
      <dgm:spPr/>
      <dgm:t>
        <a:bodyPr/>
        <a:lstStyle/>
        <a:p>
          <a:endParaRPr lang="de-DE"/>
        </a:p>
      </dgm:t>
    </dgm:pt>
    <dgm:pt modelId="{E8173288-4184-4964-ACD0-1D77AAD9469C}" type="sibTrans" cxnId="{DCA1ECCE-8B2D-46A6-944A-52280E1F6707}">
      <dgm:prSet/>
      <dgm:spPr/>
      <dgm:t>
        <a:bodyPr/>
        <a:lstStyle/>
        <a:p>
          <a:endParaRPr lang="de-DE"/>
        </a:p>
      </dgm:t>
    </dgm:pt>
    <dgm:pt modelId="{2698D3E9-D8A7-426F-A0A1-B16CD8DECAA4}">
      <dgm:prSet phldrT="[Text]"/>
      <dgm:spPr/>
      <dgm:t>
        <a:bodyPr/>
        <a:lstStyle/>
        <a:p>
          <a:r>
            <a:rPr lang="de-DE" b="1"/>
            <a:t>Typ 3</a:t>
          </a:r>
          <a:br>
            <a:rPr lang="de-DE"/>
          </a:br>
          <a:r>
            <a:rPr lang="de-DE"/>
            <a:t>JDBC-Treiber komplett in Java - Middleware</a:t>
          </a:r>
        </a:p>
      </dgm:t>
    </dgm:pt>
    <dgm:pt modelId="{85539381-4BB7-486C-BF5D-F0B0757B833A}" type="parTrans" cxnId="{44737F6C-D175-42DB-97FC-200109B7133B}">
      <dgm:prSet/>
      <dgm:spPr/>
      <dgm:t>
        <a:bodyPr/>
        <a:lstStyle/>
        <a:p>
          <a:endParaRPr lang="de-DE"/>
        </a:p>
      </dgm:t>
    </dgm:pt>
    <dgm:pt modelId="{7385D8F0-9D28-4694-8C3A-9115B6DEFF3B}" type="sibTrans" cxnId="{44737F6C-D175-42DB-97FC-200109B7133B}">
      <dgm:prSet/>
      <dgm:spPr/>
      <dgm:t>
        <a:bodyPr/>
        <a:lstStyle/>
        <a:p>
          <a:endParaRPr lang="de-DE"/>
        </a:p>
      </dgm:t>
    </dgm:pt>
    <dgm:pt modelId="{57643772-C66A-4347-90D2-A0762919FF39}">
      <dgm:prSet phldrT="[Text]"/>
      <dgm:spPr/>
      <dgm:t>
        <a:bodyPr/>
        <a:lstStyle/>
        <a:p>
          <a:r>
            <a:rPr lang="de-DE"/>
            <a:t>JDBC-Treiber ist komplett in Java geschrieben, auf dem Client ist keine Installation erforderlich. Es wird eine Middleware benötigt, um auf die Datenbank zuzugreifen.</a:t>
          </a:r>
        </a:p>
      </dgm:t>
    </dgm:pt>
    <dgm:pt modelId="{F9886B09-B589-4C97-B49B-0D0D500E94CD}" type="parTrans" cxnId="{A9ECF9AC-F327-45C8-ABEF-4210728CC783}">
      <dgm:prSet/>
      <dgm:spPr/>
      <dgm:t>
        <a:bodyPr/>
        <a:lstStyle/>
        <a:p>
          <a:endParaRPr lang="de-DE"/>
        </a:p>
      </dgm:t>
    </dgm:pt>
    <dgm:pt modelId="{20732BF6-3A84-4F6B-B5C3-CA2E455A3E40}" type="sibTrans" cxnId="{A9ECF9AC-F327-45C8-ABEF-4210728CC783}">
      <dgm:prSet/>
      <dgm:spPr/>
      <dgm:t>
        <a:bodyPr/>
        <a:lstStyle/>
        <a:p>
          <a:endParaRPr lang="de-DE"/>
        </a:p>
      </dgm:t>
    </dgm:pt>
    <dgm:pt modelId="{6C2D1634-DAC9-4837-B0C1-09F05719CEA4}">
      <dgm:prSet phldrT="[Text]"/>
      <dgm:spPr/>
      <dgm:t>
        <a:bodyPr/>
        <a:lstStyle/>
        <a:p>
          <a:r>
            <a:rPr lang="de-DE" b="1"/>
            <a:t>Typ 4</a:t>
          </a:r>
          <a:br>
            <a:rPr lang="de-DE" b="1"/>
          </a:br>
          <a:r>
            <a:rPr lang="de-DE" b="0"/>
            <a:t>Direkter Datenbanktreiber</a:t>
          </a:r>
        </a:p>
      </dgm:t>
    </dgm:pt>
    <dgm:pt modelId="{20CE192A-C393-4B7D-93EF-1D23B784976C}" type="parTrans" cxnId="{38C16370-6DA9-4F9E-BCE2-DA8DE7BF3A19}">
      <dgm:prSet/>
      <dgm:spPr/>
      <dgm:t>
        <a:bodyPr/>
        <a:lstStyle/>
        <a:p>
          <a:endParaRPr lang="de-DE"/>
        </a:p>
      </dgm:t>
    </dgm:pt>
    <dgm:pt modelId="{F4279EE4-E307-4D16-9C87-8B65619B66F7}" type="sibTrans" cxnId="{38C16370-6DA9-4F9E-BCE2-DA8DE7BF3A19}">
      <dgm:prSet/>
      <dgm:spPr/>
      <dgm:t>
        <a:bodyPr/>
        <a:lstStyle/>
        <a:p>
          <a:endParaRPr lang="de-DE"/>
        </a:p>
      </dgm:t>
    </dgm:pt>
    <dgm:pt modelId="{31269919-7782-45F3-9CAB-FAD493DB4074}">
      <dgm:prSet phldrT="[Text]"/>
      <dgm:spPr/>
      <dgm:t>
        <a:bodyPr/>
        <a:lstStyle/>
        <a:p>
          <a:r>
            <a:rPr lang="de-DE"/>
            <a:t>JDBC-Treiber ist komplett in Java geschrieben. Die JDBC-Aufrufe werden direkt in das Protokoll der jeweiligen Datenbank umgesetzt.</a:t>
          </a:r>
        </a:p>
      </dgm:t>
    </dgm:pt>
    <dgm:pt modelId="{A0D679A8-CBB0-4830-B37C-8769623AE3B1}" type="parTrans" cxnId="{205D4E62-0314-49A1-B3AF-BE3A26C674EF}">
      <dgm:prSet/>
      <dgm:spPr/>
      <dgm:t>
        <a:bodyPr/>
        <a:lstStyle/>
        <a:p>
          <a:endParaRPr lang="de-DE"/>
        </a:p>
      </dgm:t>
    </dgm:pt>
    <dgm:pt modelId="{DA52B565-CE09-470B-AE0F-EAF5E3AE4805}" type="sibTrans" cxnId="{205D4E62-0314-49A1-B3AF-BE3A26C674EF}">
      <dgm:prSet/>
      <dgm:spPr/>
      <dgm:t>
        <a:bodyPr/>
        <a:lstStyle/>
        <a:p>
          <a:endParaRPr lang="de-DE"/>
        </a:p>
      </dgm:t>
    </dgm:pt>
    <dgm:pt modelId="{CF0DCEA2-4903-4973-B977-0E7B29BC6606}">
      <dgm:prSet phldrT="[Text]"/>
      <dgm:spPr>
        <a:solidFill>
          <a:schemeClr val="accent2"/>
        </a:solidFill>
      </dgm:spPr>
      <dgm:t>
        <a:bodyPr/>
        <a:lstStyle/>
        <a:p>
          <a:r>
            <a:rPr lang="de-DE"/>
            <a:t>Eine JDBC-ODBC-Bridge stellt die Verbindung zum ODBC-Treiber der Datenbank her.</a:t>
          </a:r>
        </a:p>
      </dgm:t>
    </dgm:pt>
    <dgm:pt modelId="{C625FD65-A51A-4CCB-A184-79B60CCDE356}" type="parTrans" cxnId="{0600F889-01FB-415A-98E9-A80642508860}">
      <dgm:prSet/>
      <dgm:spPr/>
      <dgm:t>
        <a:bodyPr/>
        <a:lstStyle/>
        <a:p>
          <a:endParaRPr lang="de-DE"/>
        </a:p>
      </dgm:t>
    </dgm:pt>
    <dgm:pt modelId="{DBDF80BE-0752-4E1A-9B38-AE3D3E9D1368}" type="sibTrans" cxnId="{0600F889-01FB-415A-98E9-A80642508860}">
      <dgm:prSet/>
      <dgm:spPr/>
      <dgm:t>
        <a:bodyPr/>
        <a:lstStyle/>
        <a:p>
          <a:endParaRPr lang="de-DE"/>
        </a:p>
      </dgm:t>
    </dgm:pt>
    <dgm:pt modelId="{695E77CF-6910-49DD-9EE1-90287C2D5B0A}" type="pres">
      <dgm:prSet presAssocID="{7C1E2F0F-55C9-4981-88A4-3DC3ED12BA0C}" presName="theList" presStyleCnt="0">
        <dgm:presLayoutVars>
          <dgm:dir/>
          <dgm:animLvl val="lvl"/>
          <dgm:resizeHandles val="exact"/>
        </dgm:presLayoutVars>
      </dgm:prSet>
      <dgm:spPr/>
    </dgm:pt>
    <dgm:pt modelId="{656907AD-8692-404E-81D5-FD66871CD653}" type="pres">
      <dgm:prSet presAssocID="{DC43A4CE-CECF-4670-BC74-0DA9D55112C0}" presName="compNode" presStyleCnt="0"/>
      <dgm:spPr/>
    </dgm:pt>
    <dgm:pt modelId="{DCEB038E-02FD-43F4-BF8F-0C5AAC12666A}" type="pres">
      <dgm:prSet presAssocID="{DC43A4CE-CECF-4670-BC74-0DA9D55112C0}" presName="aNode" presStyleLbl="bgShp" presStyleIdx="0" presStyleCnt="4"/>
      <dgm:spPr/>
    </dgm:pt>
    <dgm:pt modelId="{E5DB6478-AE96-4C07-B469-A53A26D09C12}" type="pres">
      <dgm:prSet presAssocID="{DC43A4CE-CECF-4670-BC74-0DA9D55112C0}" presName="textNode" presStyleLbl="bgShp" presStyleIdx="0" presStyleCnt="4"/>
      <dgm:spPr/>
    </dgm:pt>
    <dgm:pt modelId="{65E75CA1-5EC3-478A-870E-F7BA0B418996}" type="pres">
      <dgm:prSet presAssocID="{DC43A4CE-CECF-4670-BC74-0DA9D55112C0}" presName="compChildNode" presStyleCnt="0"/>
      <dgm:spPr/>
    </dgm:pt>
    <dgm:pt modelId="{5E0954E4-CEB2-45A6-8779-C00216C102D4}" type="pres">
      <dgm:prSet presAssocID="{DC43A4CE-CECF-4670-BC74-0DA9D55112C0}" presName="theInnerList" presStyleCnt="0"/>
      <dgm:spPr/>
    </dgm:pt>
    <dgm:pt modelId="{DF4FF65D-896C-4FC3-8AAC-A597A6801E15}" type="pres">
      <dgm:prSet presAssocID="{CF0DCEA2-4903-4973-B977-0E7B29BC6606}" presName="childNode" presStyleLbl="node1" presStyleIdx="0" presStyleCnt="4">
        <dgm:presLayoutVars>
          <dgm:bulletEnabled val="1"/>
        </dgm:presLayoutVars>
      </dgm:prSet>
      <dgm:spPr/>
    </dgm:pt>
    <dgm:pt modelId="{C94ADC69-50A1-4534-97A3-302C58BDAC79}" type="pres">
      <dgm:prSet presAssocID="{DC43A4CE-CECF-4670-BC74-0DA9D55112C0}" presName="aSpace" presStyleCnt="0"/>
      <dgm:spPr/>
    </dgm:pt>
    <dgm:pt modelId="{E052DF71-F6AF-41F3-B99F-B182FE63C64C}" type="pres">
      <dgm:prSet presAssocID="{398DE2B6-679F-4043-BCAF-111FCDE49E60}" presName="compNode" presStyleCnt="0"/>
      <dgm:spPr/>
    </dgm:pt>
    <dgm:pt modelId="{6B506485-72E2-4C79-B524-FBB969DE449A}" type="pres">
      <dgm:prSet presAssocID="{398DE2B6-679F-4043-BCAF-111FCDE49E60}" presName="aNode" presStyleLbl="bgShp" presStyleIdx="1" presStyleCnt="4"/>
      <dgm:spPr/>
    </dgm:pt>
    <dgm:pt modelId="{32077F86-E88A-4A25-9D3C-16E26D95DC4A}" type="pres">
      <dgm:prSet presAssocID="{398DE2B6-679F-4043-BCAF-111FCDE49E60}" presName="textNode" presStyleLbl="bgShp" presStyleIdx="1" presStyleCnt="4"/>
      <dgm:spPr/>
    </dgm:pt>
    <dgm:pt modelId="{62D3912F-A343-46E0-80FD-5169DDB75A01}" type="pres">
      <dgm:prSet presAssocID="{398DE2B6-679F-4043-BCAF-111FCDE49E60}" presName="compChildNode" presStyleCnt="0"/>
      <dgm:spPr/>
    </dgm:pt>
    <dgm:pt modelId="{469F3DE9-A8E5-4E76-9E57-210BE22FB13E}" type="pres">
      <dgm:prSet presAssocID="{398DE2B6-679F-4043-BCAF-111FCDE49E60}" presName="theInnerList" presStyleCnt="0"/>
      <dgm:spPr/>
    </dgm:pt>
    <dgm:pt modelId="{340AF7B5-4EAB-4571-A53A-02946F93E2E7}" type="pres">
      <dgm:prSet presAssocID="{4B960E50-1988-403C-A5A7-EB8FE27AB5B8}" presName="childNode" presStyleLbl="node1" presStyleIdx="1" presStyleCnt="4">
        <dgm:presLayoutVars>
          <dgm:bulletEnabled val="1"/>
        </dgm:presLayoutVars>
      </dgm:prSet>
      <dgm:spPr/>
    </dgm:pt>
    <dgm:pt modelId="{4E7FBAD8-CE0D-4677-8D4F-555C2768D588}" type="pres">
      <dgm:prSet presAssocID="{398DE2B6-679F-4043-BCAF-111FCDE49E60}" presName="aSpace" presStyleCnt="0"/>
      <dgm:spPr/>
    </dgm:pt>
    <dgm:pt modelId="{F91812B2-E1D1-4548-99FB-28CA815B8175}" type="pres">
      <dgm:prSet presAssocID="{2698D3E9-D8A7-426F-A0A1-B16CD8DECAA4}" presName="compNode" presStyleCnt="0"/>
      <dgm:spPr/>
    </dgm:pt>
    <dgm:pt modelId="{8A9CE3B3-0FED-4542-A5FD-EB778C561658}" type="pres">
      <dgm:prSet presAssocID="{2698D3E9-D8A7-426F-A0A1-B16CD8DECAA4}" presName="aNode" presStyleLbl="bgShp" presStyleIdx="2" presStyleCnt="4"/>
      <dgm:spPr/>
    </dgm:pt>
    <dgm:pt modelId="{8BEE0E65-B77B-4A20-B377-EFD66194FB0F}" type="pres">
      <dgm:prSet presAssocID="{2698D3E9-D8A7-426F-A0A1-B16CD8DECAA4}" presName="textNode" presStyleLbl="bgShp" presStyleIdx="2" presStyleCnt="4"/>
      <dgm:spPr/>
    </dgm:pt>
    <dgm:pt modelId="{4081F720-CE47-4458-BA59-CED4221A3B86}" type="pres">
      <dgm:prSet presAssocID="{2698D3E9-D8A7-426F-A0A1-B16CD8DECAA4}" presName="compChildNode" presStyleCnt="0"/>
      <dgm:spPr/>
    </dgm:pt>
    <dgm:pt modelId="{D3642742-BB64-4C15-B8FC-A19D47F8C096}" type="pres">
      <dgm:prSet presAssocID="{2698D3E9-D8A7-426F-A0A1-B16CD8DECAA4}" presName="theInnerList" presStyleCnt="0"/>
      <dgm:spPr/>
    </dgm:pt>
    <dgm:pt modelId="{1FD20B23-57EE-441A-A455-4A91CD446809}" type="pres">
      <dgm:prSet presAssocID="{57643772-C66A-4347-90D2-A0762919FF39}" presName="childNode" presStyleLbl="node1" presStyleIdx="2" presStyleCnt="4">
        <dgm:presLayoutVars>
          <dgm:bulletEnabled val="1"/>
        </dgm:presLayoutVars>
      </dgm:prSet>
      <dgm:spPr/>
    </dgm:pt>
    <dgm:pt modelId="{F361116D-6E49-4EF9-B25E-2CBF09229A2A}" type="pres">
      <dgm:prSet presAssocID="{2698D3E9-D8A7-426F-A0A1-B16CD8DECAA4}" presName="aSpace" presStyleCnt="0"/>
      <dgm:spPr/>
    </dgm:pt>
    <dgm:pt modelId="{3A0C3005-47F6-4BA4-8A69-C0BE657DF3E8}" type="pres">
      <dgm:prSet presAssocID="{6C2D1634-DAC9-4837-B0C1-09F05719CEA4}" presName="compNode" presStyleCnt="0"/>
      <dgm:spPr/>
    </dgm:pt>
    <dgm:pt modelId="{8DE46BC2-0CC2-4BE9-9B0F-A0B696D21772}" type="pres">
      <dgm:prSet presAssocID="{6C2D1634-DAC9-4837-B0C1-09F05719CEA4}" presName="aNode" presStyleLbl="bgShp" presStyleIdx="3" presStyleCnt="4"/>
      <dgm:spPr/>
    </dgm:pt>
    <dgm:pt modelId="{96728EA9-9AE3-49B6-9253-EEAD9B427BD8}" type="pres">
      <dgm:prSet presAssocID="{6C2D1634-DAC9-4837-B0C1-09F05719CEA4}" presName="textNode" presStyleLbl="bgShp" presStyleIdx="3" presStyleCnt="4"/>
      <dgm:spPr/>
    </dgm:pt>
    <dgm:pt modelId="{26BC6D63-3EE5-4D1A-BC64-DB0686EC2709}" type="pres">
      <dgm:prSet presAssocID="{6C2D1634-DAC9-4837-B0C1-09F05719CEA4}" presName="compChildNode" presStyleCnt="0"/>
      <dgm:spPr/>
    </dgm:pt>
    <dgm:pt modelId="{8E283D9D-2D8A-4971-9A18-9CE61B6A6F31}" type="pres">
      <dgm:prSet presAssocID="{6C2D1634-DAC9-4837-B0C1-09F05719CEA4}" presName="theInnerList" presStyleCnt="0"/>
      <dgm:spPr/>
    </dgm:pt>
    <dgm:pt modelId="{B2D35BE8-3125-4CE2-8C48-0B0FA870FDE9}" type="pres">
      <dgm:prSet presAssocID="{31269919-7782-45F3-9CAB-FAD493DB4074}" presName="childNode" presStyleLbl="node1" presStyleIdx="3" presStyleCnt="4">
        <dgm:presLayoutVars>
          <dgm:bulletEnabled val="1"/>
        </dgm:presLayoutVars>
      </dgm:prSet>
      <dgm:spPr/>
    </dgm:pt>
  </dgm:ptLst>
  <dgm:cxnLst>
    <dgm:cxn modelId="{C011DC5B-30C7-4415-BC24-A31BE8003C6A}" srcId="{7C1E2F0F-55C9-4981-88A4-3DC3ED12BA0C}" destId="{398DE2B6-679F-4043-BCAF-111FCDE49E60}" srcOrd="1" destOrd="0" parTransId="{92E6BECF-1AB5-4D9D-BB0F-183BEE5DBB97}" sibTransId="{B4662F5F-29D0-45C2-B0B3-036551D19B04}"/>
    <dgm:cxn modelId="{205D4E62-0314-49A1-B3AF-BE3A26C674EF}" srcId="{6C2D1634-DAC9-4837-B0C1-09F05719CEA4}" destId="{31269919-7782-45F3-9CAB-FAD493DB4074}" srcOrd="0" destOrd="0" parTransId="{A0D679A8-CBB0-4830-B37C-8769623AE3B1}" sibTransId="{DA52B565-CE09-470B-AE0F-EAF5E3AE4805}"/>
    <dgm:cxn modelId="{795B6763-31FC-4A16-A4A6-3A2443B4CE9C}" srcId="{7C1E2F0F-55C9-4981-88A4-3DC3ED12BA0C}" destId="{DC43A4CE-CECF-4670-BC74-0DA9D55112C0}" srcOrd="0" destOrd="0" parTransId="{2786C970-0867-4CD4-8CAC-06EE8415D189}" sibTransId="{D149340E-5344-48C6-8B90-E3BA014BE95B}"/>
    <dgm:cxn modelId="{E4451348-3D6B-47E7-A5C9-2C811A1217BE}" type="presOf" srcId="{7C1E2F0F-55C9-4981-88A4-3DC3ED12BA0C}" destId="{695E77CF-6910-49DD-9EE1-90287C2D5B0A}" srcOrd="0" destOrd="0" presId="urn:microsoft.com/office/officeart/2005/8/layout/lProcess2"/>
    <dgm:cxn modelId="{FACC3A69-A2BF-4B1A-AD40-1EE58F178609}" type="presOf" srcId="{DC43A4CE-CECF-4670-BC74-0DA9D55112C0}" destId="{DCEB038E-02FD-43F4-BF8F-0C5AAC12666A}" srcOrd="0" destOrd="0" presId="urn:microsoft.com/office/officeart/2005/8/layout/lProcess2"/>
    <dgm:cxn modelId="{44737F6C-D175-42DB-97FC-200109B7133B}" srcId="{7C1E2F0F-55C9-4981-88A4-3DC3ED12BA0C}" destId="{2698D3E9-D8A7-426F-A0A1-B16CD8DECAA4}" srcOrd="2" destOrd="0" parTransId="{85539381-4BB7-486C-BF5D-F0B0757B833A}" sibTransId="{7385D8F0-9D28-4694-8C3A-9115B6DEFF3B}"/>
    <dgm:cxn modelId="{5F63B84D-84C2-437B-AA7A-302A9A2D5A17}" type="presOf" srcId="{2698D3E9-D8A7-426F-A0A1-B16CD8DECAA4}" destId="{8BEE0E65-B77B-4A20-B377-EFD66194FB0F}" srcOrd="1" destOrd="0" presId="urn:microsoft.com/office/officeart/2005/8/layout/lProcess2"/>
    <dgm:cxn modelId="{38C16370-6DA9-4F9E-BCE2-DA8DE7BF3A19}" srcId="{7C1E2F0F-55C9-4981-88A4-3DC3ED12BA0C}" destId="{6C2D1634-DAC9-4837-B0C1-09F05719CEA4}" srcOrd="3" destOrd="0" parTransId="{20CE192A-C393-4B7D-93EF-1D23B784976C}" sibTransId="{F4279EE4-E307-4D16-9C87-8B65619B66F7}"/>
    <dgm:cxn modelId="{2242C380-BA87-476B-8D9A-52306E32FBCE}" type="presOf" srcId="{31269919-7782-45F3-9CAB-FAD493DB4074}" destId="{B2D35BE8-3125-4CE2-8C48-0B0FA870FDE9}" srcOrd="0" destOrd="0" presId="urn:microsoft.com/office/officeart/2005/8/layout/lProcess2"/>
    <dgm:cxn modelId="{0600F889-01FB-415A-98E9-A80642508860}" srcId="{DC43A4CE-CECF-4670-BC74-0DA9D55112C0}" destId="{CF0DCEA2-4903-4973-B977-0E7B29BC6606}" srcOrd="0" destOrd="0" parTransId="{C625FD65-A51A-4CCB-A184-79B60CCDE356}" sibTransId="{DBDF80BE-0752-4E1A-9B38-AE3D3E9D1368}"/>
    <dgm:cxn modelId="{D9BBFC89-C778-42C8-AC3A-3AC486BCA4E9}" type="presOf" srcId="{6C2D1634-DAC9-4837-B0C1-09F05719CEA4}" destId="{96728EA9-9AE3-49B6-9253-EEAD9B427BD8}" srcOrd="1" destOrd="0" presId="urn:microsoft.com/office/officeart/2005/8/layout/lProcess2"/>
    <dgm:cxn modelId="{5DB1C497-C404-4607-866F-DC0F7C65DBC0}" type="presOf" srcId="{398DE2B6-679F-4043-BCAF-111FCDE49E60}" destId="{6B506485-72E2-4C79-B524-FBB969DE449A}" srcOrd="0" destOrd="0" presId="urn:microsoft.com/office/officeart/2005/8/layout/lProcess2"/>
    <dgm:cxn modelId="{1EB75BA6-22AC-4D12-AC21-394853AF64AA}" type="presOf" srcId="{CF0DCEA2-4903-4973-B977-0E7B29BC6606}" destId="{DF4FF65D-896C-4FC3-8AAC-A597A6801E15}" srcOrd="0" destOrd="0" presId="urn:microsoft.com/office/officeart/2005/8/layout/lProcess2"/>
    <dgm:cxn modelId="{57DB25AC-6C2C-4F5C-B33B-23D6CD24B461}" type="presOf" srcId="{57643772-C66A-4347-90D2-A0762919FF39}" destId="{1FD20B23-57EE-441A-A455-4A91CD446809}" srcOrd="0" destOrd="0" presId="urn:microsoft.com/office/officeart/2005/8/layout/lProcess2"/>
    <dgm:cxn modelId="{A9ECF9AC-F327-45C8-ABEF-4210728CC783}" srcId="{2698D3E9-D8A7-426F-A0A1-B16CD8DECAA4}" destId="{57643772-C66A-4347-90D2-A0762919FF39}" srcOrd="0" destOrd="0" parTransId="{F9886B09-B589-4C97-B49B-0D0D500E94CD}" sibTransId="{20732BF6-3A84-4F6B-B5C3-CA2E455A3E40}"/>
    <dgm:cxn modelId="{2D4C7BB1-3A9F-434B-87E3-9AFBE2165EED}" type="presOf" srcId="{DC43A4CE-CECF-4670-BC74-0DA9D55112C0}" destId="{E5DB6478-AE96-4C07-B469-A53A26D09C12}" srcOrd="1" destOrd="0" presId="urn:microsoft.com/office/officeart/2005/8/layout/lProcess2"/>
    <dgm:cxn modelId="{425996B2-EF5E-47B3-8726-62F6D7DA69D1}" type="presOf" srcId="{6C2D1634-DAC9-4837-B0C1-09F05719CEA4}" destId="{8DE46BC2-0CC2-4BE9-9B0F-A0B696D21772}" srcOrd="0" destOrd="0" presId="urn:microsoft.com/office/officeart/2005/8/layout/lProcess2"/>
    <dgm:cxn modelId="{7201F5CC-CD5F-4345-AE41-4CF1197331AD}" type="presOf" srcId="{398DE2B6-679F-4043-BCAF-111FCDE49E60}" destId="{32077F86-E88A-4A25-9D3C-16E26D95DC4A}" srcOrd="1" destOrd="0" presId="urn:microsoft.com/office/officeart/2005/8/layout/lProcess2"/>
    <dgm:cxn modelId="{DCA1ECCE-8B2D-46A6-944A-52280E1F6707}" srcId="{398DE2B6-679F-4043-BCAF-111FCDE49E60}" destId="{4B960E50-1988-403C-A5A7-EB8FE27AB5B8}" srcOrd="0" destOrd="0" parTransId="{F6F83216-AE7D-4B0B-BE60-A633506243AF}" sibTransId="{E8173288-4184-4964-ACD0-1D77AAD9469C}"/>
    <dgm:cxn modelId="{5E6480DE-22B8-40A3-A9CA-F419D9A21C7C}" type="presOf" srcId="{2698D3E9-D8A7-426F-A0A1-B16CD8DECAA4}" destId="{8A9CE3B3-0FED-4542-A5FD-EB778C561658}" srcOrd="0" destOrd="0" presId="urn:microsoft.com/office/officeart/2005/8/layout/lProcess2"/>
    <dgm:cxn modelId="{21999CDE-7503-47AE-896C-24C47D055EED}" type="presOf" srcId="{4B960E50-1988-403C-A5A7-EB8FE27AB5B8}" destId="{340AF7B5-4EAB-4571-A53A-02946F93E2E7}" srcOrd="0" destOrd="0" presId="urn:microsoft.com/office/officeart/2005/8/layout/lProcess2"/>
    <dgm:cxn modelId="{7E5D7E9B-E5BE-499B-B365-FE8AE12EA3EE}" type="presParOf" srcId="{695E77CF-6910-49DD-9EE1-90287C2D5B0A}" destId="{656907AD-8692-404E-81D5-FD66871CD653}" srcOrd="0" destOrd="0" presId="urn:microsoft.com/office/officeart/2005/8/layout/lProcess2"/>
    <dgm:cxn modelId="{3652F557-E9CA-4CD1-B556-ACC66285540F}" type="presParOf" srcId="{656907AD-8692-404E-81D5-FD66871CD653}" destId="{DCEB038E-02FD-43F4-BF8F-0C5AAC12666A}" srcOrd="0" destOrd="0" presId="urn:microsoft.com/office/officeart/2005/8/layout/lProcess2"/>
    <dgm:cxn modelId="{D7BD98FB-7583-4BEF-A0C8-1E0A3CE25018}" type="presParOf" srcId="{656907AD-8692-404E-81D5-FD66871CD653}" destId="{E5DB6478-AE96-4C07-B469-A53A26D09C12}" srcOrd="1" destOrd="0" presId="urn:microsoft.com/office/officeart/2005/8/layout/lProcess2"/>
    <dgm:cxn modelId="{FEB057EB-9929-46CF-97D2-A6314D733E26}" type="presParOf" srcId="{656907AD-8692-404E-81D5-FD66871CD653}" destId="{65E75CA1-5EC3-478A-870E-F7BA0B418996}" srcOrd="2" destOrd="0" presId="urn:microsoft.com/office/officeart/2005/8/layout/lProcess2"/>
    <dgm:cxn modelId="{9564F5B7-AA04-402F-9A80-D85060CCE98C}" type="presParOf" srcId="{65E75CA1-5EC3-478A-870E-F7BA0B418996}" destId="{5E0954E4-CEB2-45A6-8779-C00216C102D4}" srcOrd="0" destOrd="0" presId="urn:microsoft.com/office/officeart/2005/8/layout/lProcess2"/>
    <dgm:cxn modelId="{C16062B3-B1C3-402C-90BF-8BE975C50307}" type="presParOf" srcId="{5E0954E4-CEB2-45A6-8779-C00216C102D4}" destId="{DF4FF65D-896C-4FC3-8AAC-A597A6801E15}" srcOrd="0" destOrd="0" presId="urn:microsoft.com/office/officeart/2005/8/layout/lProcess2"/>
    <dgm:cxn modelId="{D4278A12-7769-48CF-A9EB-7851DF8DC910}" type="presParOf" srcId="{695E77CF-6910-49DD-9EE1-90287C2D5B0A}" destId="{C94ADC69-50A1-4534-97A3-302C58BDAC79}" srcOrd="1" destOrd="0" presId="urn:microsoft.com/office/officeart/2005/8/layout/lProcess2"/>
    <dgm:cxn modelId="{31079D97-3DC9-419C-BD86-A85A92CFC241}" type="presParOf" srcId="{695E77CF-6910-49DD-9EE1-90287C2D5B0A}" destId="{E052DF71-F6AF-41F3-B99F-B182FE63C64C}" srcOrd="2" destOrd="0" presId="urn:microsoft.com/office/officeart/2005/8/layout/lProcess2"/>
    <dgm:cxn modelId="{8E84A8AC-8E20-4428-8C76-957E7918FB37}" type="presParOf" srcId="{E052DF71-F6AF-41F3-B99F-B182FE63C64C}" destId="{6B506485-72E2-4C79-B524-FBB969DE449A}" srcOrd="0" destOrd="0" presId="urn:microsoft.com/office/officeart/2005/8/layout/lProcess2"/>
    <dgm:cxn modelId="{460389E5-D30E-4BCF-A2A7-477317C58CCB}" type="presParOf" srcId="{E052DF71-F6AF-41F3-B99F-B182FE63C64C}" destId="{32077F86-E88A-4A25-9D3C-16E26D95DC4A}" srcOrd="1" destOrd="0" presId="urn:microsoft.com/office/officeart/2005/8/layout/lProcess2"/>
    <dgm:cxn modelId="{0AF0DC52-967C-478F-B6C0-63E223D858F3}" type="presParOf" srcId="{E052DF71-F6AF-41F3-B99F-B182FE63C64C}" destId="{62D3912F-A343-46E0-80FD-5169DDB75A01}" srcOrd="2" destOrd="0" presId="urn:microsoft.com/office/officeart/2005/8/layout/lProcess2"/>
    <dgm:cxn modelId="{46003D00-1F50-4D78-BDC5-11366499E4BB}" type="presParOf" srcId="{62D3912F-A343-46E0-80FD-5169DDB75A01}" destId="{469F3DE9-A8E5-4E76-9E57-210BE22FB13E}" srcOrd="0" destOrd="0" presId="urn:microsoft.com/office/officeart/2005/8/layout/lProcess2"/>
    <dgm:cxn modelId="{3A1B9381-FC78-417A-AA2C-69CFCFE94538}" type="presParOf" srcId="{469F3DE9-A8E5-4E76-9E57-210BE22FB13E}" destId="{340AF7B5-4EAB-4571-A53A-02946F93E2E7}" srcOrd="0" destOrd="0" presId="urn:microsoft.com/office/officeart/2005/8/layout/lProcess2"/>
    <dgm:cxn modelId="{786D020D-2F1C-44FE-ADDB-820371CE2146}" type="presParOf" srcId="{695E77CF-6910-49DD-9EE1-90287C2D5B0A}" destId="{4E7FBAD8-CE0D-4677-8D4F-555C2768D588}" srcOrd="3" destOrd="0" presId="urn:microsoft.com/office/officeart/2005/8/layout/lProcess2"/>
    <dgm:cxn modelId="{A4BD9B66-BECB-4386-B30D-F33890B93101}" type="presParOf" srcId="{695E77CF-6910-49DD-9EE1-90287C2D5B0A}" destId="{F91812B2-E1D1-4548-99FB-28CA815B8175}" srcOrd="4" destOrd="0" presId="urn:microsoft.com/office/officeart/2005/8/layout/lProcess2"/>
    <dgm:cxn modelId="{BAC302A1-A1BC-4C0B-A50B-FDF370713C6D}" type="presParOf" srcId="{F91812B2-E1D1-4548-99FB-28CA815B8175}" destId="{8A9CE3B3-0FED-4542-A5FD-EB778C561658}" srcOrd="0" destOrd="0" presId="urn:microsoft.com/office/officeart/2005/8/layout/lProcess2"/>
    <dgm:cxn modelId="{77A9092B-B311-4049-AA7B-922E20842833}" type="presParOf" srcId="{F91812B2-E1D1-4548-99FB-28CA815B8175}" destId="{8BEE0E65-B77B-4A20-B377-EFD66194FB0F}" srcOrd="1" destOrd="0" presId="urn:microsoft.com/office/officeart/2005/8/layout/lProcess2"/>
    <dgm:cxn modelId="{1594A88B-B0C0-4745-8519-BC7FD8C514E3}" type="presParOf" srcId="{F91812B2-E1D1-4548-99FB-28CA815B8175}" destId="{4081F720-CE47-4458-BA59-CED4221A3B86}" srcOrd="2" destOrd="0" presId="urn:microsoft.com/office/officeart/2005/8/layout/lProcess2"/>
    <dgm:cxn modelId="{737E44D7-B151-4CC3-99CA-DE14864DCCA8}" type="presParOf" srcId="{4081F720-CE47-4458-BA59-CED4221A3B86}" destId="{D3642742-BB64-4C15-B8FC-A19D47F8C096}" srcOrd="0" destOrd="0" presId="urn:microsoft.com/office/officeart/2005/8/layout/lProcess2"/>
    <dgm:cxn modelId="{8FDC2F65-708B-4CBB-9A6C-9954484DD8CF}" type="presParOf" srcId="{D3642742-BB64-4C15-B8FC-A19D47F8C096}" destId="{1FD20B23-57EE-441A-A455-4A91CD446809}" srcOrd="0" destOrd="0" presId="urn:microsoft.com/office/officeart/2005/8/layout/lProcess2"/>
    <dgm:cxn modelId="{C910EF47-D1F8-4CFF-BEC1-424F145D189D}" type="presParOf" srcId="{695E77CF-6910-49DD-9EE1-90287C2D5B0A}" destId="{F361116D-6E49-4EF9-B25E-2CBF09229A2A}" srcOrd="5" destOrd="0" presId="urn:microsoft.com/office/officeart/2005/8/layout/lProcess2"/>
    <dgm:cxn modelId="{78B0D63F-8A3C-4DF0-AE8D-CF54689EDD31}" type="presParOf" srcId="{695E77CF-6910-49DD-9EE1-90287C2D5B0A}" destId="{3A0C3005-47F6-4BA4-8A69-C0BE657DF3E8}" srcOrd="6" destOrd="0" presId="urn:microsoft.com/office/officeart/2005/8/layout/lProcess2"/>
    <dgm:cxn modelId="{93B301D1-C02C-4954-BFC4-96B16A62E011}" type="presParOf" srcId="{3A0C3005-47F6-4BA4-8A69-C0BE657DF3E8}" destId="{8DE46BC2-0CC2-4BE9-9B0F-A0B696D21772}" srcOrd="0" destOrd="0" presId="urn:microsoft.com/office/officeart/2005/8/layout/lProcess2"/>
    <dgm:cxn modelId="{AA95F224-3D79-4397-87EF-0ECB765000E7}" type="presParOf" srcId="{3A0C3005-47F6-4BA4-8A69-C0BE657DF3E8}" destId="{96728EA9-9AE3-49B6-9253-EEAD9B427BD8}" srcOrd="1" destOrd="0" presId="urn:microsoft.com/office/officeart/2005/8/layout/lProcess2"/>
    <dgm:cxn modelId="{D25F6336-9A9C-44D5-9DF7-362BCFAF67A2}" type="presParOf" srcId="{3A0C3005-47F6-4BA4-8A69-C0BE657DF3E8}" destId="{26BC6D63-3EE5-4D1A-BC64-DB0686EC2709}" srcOrd="2" destOrd="0" presId="urn:microsoft.com/office/officeart/2005/8/layout/lProcess2"/>
    <dgm:cxn modelId="{601D2637-C0DB-4657-97D6-927F67502A34}" type="presParOf" srcId="{26BC6D63-3EE5-4D1A-BC64-DB0686EC2709}" destId="{8E283D9D-2D8A-4971-9A18-9CE61B6A6F31}" srcOrd="0" destOrd="0" presId="urn:microsoft.com/office/officeart/2005/8/layout/lProcess2"/>
    <dgm:cxn modelId="{9154B7DB-E6CF-4BF2-A6C0-88727BCA06FE}" type="presParOf" srcId="{8E283D9D-2D8A-4971-9A18-9CE61B6A6F31}" destId="{B2D35BE8-3125-4CE2-8C48-0B0FA870FDE9}" srcOrd="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EB038E-02FD-43F4-BF8F-0C5AAC12666A}">
      <dsp:nvSpPr>
        <dsp:cNvPr id="0" name=""/>
        <dsp:cNvSpPr/>
      </dsp:nvSpPr>
      <dsp:spPr>
        <a:xfrm>
          <a:off x="1654" y="0"/>
          <a:ext cx="1623914" cy="269240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300" b="1" kern="1200"/>
            <a:t>Typ 1</a:t>
          </a:r>
          <a:br>
            <a:rPr lang="de-DE" sz="1300" kern="1200"/>
          </a:br>
          <a:r>
            <a:rPr lang="de-DE" sz="1300" b="0" kern="1200"/>
            <a:t>JDBC-ODBC-Bridge</a:t>
          </a:r>
          <a:br>
            <a:rPr lang="de-DE" sz="1300" b="0" kern="1200"/>
          </a:br>
          <a:endParaRPr lang="de-DE" sz="1300" b="0" kern="1200"/>
        </a:p>
      </dsp:txBody>
      <dsp:txXfrm>
        <a:off x="1654" y="0"/>
        <a:ext cx="1623914" cy="807720"/>
      </dsp:txXfrm>
    </dsp:sp>
    <dsp:sp modelId="{DF4FF65D-896C-4FC3-8AAC-A597A6801E15}">
      <dsp:nvSpPr>
        <dsp:cNvPr id="0" name=""/>
        <dsp:cNvSpPr/>
      </dsp:nvSpPr>
      <dsp:spPr>
        <a:xfrm>
          <a:off x="164046" y="807720"/>
          <a:ext cx="1299131" cy="1750060"/>
        </a:xfrm>
        <a:prstGeom prst="roundRect">
          <a:avLst>
            <a:gd name="adj" fmla="val 10000"/>
          </a:avLst>
        </a:prstGeom>
        <a:solidFill>
          <a:schemeClr val="accent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/>
            <a:t>Eine JDBC-ODBC-Bridge stellt die Verbindung zum ODBC-Treiber der Datenbank her.</a:t>
          </a:r>
        </a:p>
      </dsp:txBody>
      <dsp:txXfrm>
        <a:off x="202096" y="845770"/>
        <a:ext cx="1223031" cy="1673960"/>
      </dsp:txXfrm>
    </dsp:sp>
    <dsp:sp modelId="{6B506485-72E2-4C79-B524-FBB969DE449A}">
      <dsp:nvSpPr>
        <dsp:cNvPr id="0" name=""/>
        <dsp:cNvSpPr/>
      </dsp:nvSpPr>
      <dsp:spPr>
        <a:xfrm>
          <a:off x="1747363" y="0"/>
          <a:ext cx="1623914" cy="269240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300" b="1" kern="1200"/>
            <a:t>Typ 2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300" b="0" kern="1200"/>
            <a:t>JDBC</a:t>
          </a:r>
          <a:r>
            <a:rPr lang="de-DE" sz="1300" b="1" kern="1200"/>
            <a:t> </a:t>
          </a:r>
          <a:r>
            <a:rPr lang="de-DE" sz="1300" b="0" kern="1200"/>
            <a:t>-</a:t>
          </a:r>
          <a:r>
            <a:rPr lang="de-DE" sz="1300" b="1" kern="1200"/>
            <a:t> </a:t>
          </a:r>
          <a:r>
            <a:rPr lang="de-DE" sz="1300" b="0" kern="1200"/>
            <a:t>propietärer</a:t>
          </a:r>
          <a:r>
            <a:rPr lang="de-DE" sz="1300" b="1" kern="1200"/>
            <a:t> </a:t>
          </a:r>
          <a:r>
            <a:rPr lang="de-DE" sz="1300" b="0" kern="1200"/>
            <a:t>Treiber</a:t>
          </a:r>
        </a:p>
      </dsp:txBody>
      <dsp:txXfrm>
        <a:off x="1747363" y="0"/>
        <a:ext cx="1623914" cy="807720"/>
      </dsp:txXfrm>
    </dsp:sp>
    <dsp:sp modelId="{340AF7B5-4EAB-4571-A53A-02946F93E2E7}">
      <dsp:nvSpPr>
        <dsp:cNvPr id="0" name=""/>
        <dsp:cNvSpPr/>
      </dsp:nvSpPr>
      <dsp:spPr>
        <a:xfrm>
          <a:off x="1909754" y="807720"/>
          <a:ext cx="1299131" cy="1750060"/>
        </a:xfrm>
        <a:prstGeom prst="roundRect">
          <a:avLst>
            <a:gd name="adj" fmla="val 10000"/>
          </a:avLst>
        </a:prstGeom>
        <a:solidFill>
          <a:schemeClr val="accent3">
            <a:hueOff val="903533"/>
            <a:satOff val="33333"/>
            <a:lumOff val="-490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/>
            <a:t>JDBC-Treiber setzt auf proprietärem Datenbanktreiber auf.</a:t>
          </a:r>
        </a:p>
      </dsp:txBody>
      <dsp:txXfrm>
        <a:off x="1947804" y="845770"/>
        <a:ext cx="1223031" cy="1673960"/>
      </dsp:txXfrm>
    </dsp:sp>
    <dsp:sp modelId="{8A9CE3B3-0FED-4542-A5FD-EB778C561658}">
      <dsp:nvSpPr>
        <dsp:cNvPr id="0" name=""/>
        <dsp:cNvSpPr/>
      </dsp:nvSpPr>
      <dsp:spPr>
        <a:xfrm>
          <a:off x="3493071" y="0"/>
          <a:ext cx="1623914" cy="269240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300" b="1" kern="1200"/>
            <a:t>Typ 3</a:t>
          </a:r>
          <a:br>
            <a:rPr lang="de-DE" sz="1300" kern="1200"/>
          </a:br>
          <a:r>
            <a:rPr lang="de-DE" sz="1300" kern="1200"/>
            <a:t>JDBC-Treiber komplett in Java - Middleware</a:t>
          </a:r>
        </a:p>
      </dsp:txBody>
      <dsp:txXfrm>
        <a:off x="3493071" y="0"/>
        <a:ext cx="1623914" cy="807720"/>
      </dsp:txXfrm>
    </dsp:sp>
    <dsp:sp modelId="{1FD20B23-57EE-441A-A455-4A91CD446809}">
      <dsp:nvSpPr>
        <dsp:cNvPr id="0" name=""/>
        <dsp:cNvSpPr/>
      </dsp:nvSpPr>
      <dsp:spPr>
        <a:xfrm>
          <a:off x="3655463" y="807720"/>
          <a:ext cx="1299131" cy="1750060"/>
        </a:xfrm>
        <a:prstGeom prst="roundRect">
          <a:avLst>
            <a:gd name="adj" fmla="val 10000"/>
          </a:avLst>
        </a:prstGeom>
        <a:solidFill>
          <a:schemeClr val="accent3">
            <a:hueOff val="1807066"/>
            <a:satOff val="66667"/>
            <a:lumOff val="-980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/>
            <a:t>JDBC-Treiber ist komplett in Java geschrieben, auf dem Client ist keine Installation erforderlich. Es wird eine Middleware benötigt, um auf die Datenbank zuzugreifen.</a:t>
          </a:r>
        </a:p>
      </dsp:txBody>
      <dsp:txXfrm>
        <a:off x="3693513" y="845770"/>
        <a:ext cx="1223031" cy="1673960"/>
      </dsp:txXfrm>
    </dsp:sp>
    <dsp:sp modelId="{8DE46BC2-0CC2-4BE9-9B0F-A0B696D21772}">
      <dsp:nvSpPr>
        <dsp:cNvPr id="0" name=""/>
        <dsp:cNvSpPr/>
      </dsp:nvSpPr>
      <dsp:spPr>
        <a:xfrm>
          <a:off x="5238780" y="0"/>
          <a:ext cx="1623914" cy="269240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300" b="1" kern="1200"/>
            <a:t>Typ 4</a:t>
          </a:r>
          <a:br>
            <a:rPr lang="de-DE" sz="1300" b="1" kern="1200"/>
          </a:br>
          <a:r>
            <a:rPr lang="de-DE" sz="1300" b="0" kern="1200"/>
            <a:t>Direkter Datenbanktreiber</a:t>
          </a:r>
        </a:p>
      </dsp:txBody>
      <dsp:txXfrm>
        <a:off x="5238780" y="0"/>
        <a:ext cx="1623914" cy="807720"/>
      </dsp:txXfrm>
    </dsp:sp>
    <dsp:sp modelId="{B2D35BE8-3125-4CE2-8C48-0B0FA870FDE9}">
      <dsp:nvSpPr>
        <dsp:cNvPr id="0" name=""/>
        <dsp:cNvSpPr/>
      </dsp:nvSpPr>
      <dsp:spPr>
        <a:xfrm>
          <a:off x="5401171" y="807720"/>
          <a:ext cx="1299131" cy="1750060"/>
        </a:xfrm>
        <a:prstGeom prst="roundRect">
          <a:avLst>
            <a:gd name="adj" fmla="val 10000"/>
          </a:avLst>
        </a:prstGeom>
        <a:solidFill>
          <a:schemeClr val="accent3">
            <a:hueOff val="2710599"/>
            <a:satOff val="100000"/>
            <a:lumOff val="-1470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100" kern="1200"/>
            <a:t>JDBC-Treiber ist komplett in Java geschrieben. Die JDBC-Aufrufe werden direkt in das Protokoll der jeweiligen Datenbank umgesetzt.</a:t>
          </a:r>
        </a:p>
      </dsp:txBody>
      <dsp:txXfrm>
        <a:off x="5439221" y="845770"/>
        <a:ext cx="1223031" cy="16739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B8CAD-ADEC-48F2-BACA-EE704A3C6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SoftSol</Company>
  <LinksUpToDate>false</LinksUpToDate>
  <CharactersWithSpaces>432</CharactersWithSpaces>
  <SharedDoc>false</SharedDoc>
  <HLinks>
    <vt:vector size="24" baseType="variant">
      <vt:variant>
        <vt:i4>589847</vt:i4>
      </vt:variant>
      <vt:variant>
        <vt:i4>9</vt:i4>
      </vt:variant>
      <vt:variant>
        <vt:i4>0</vt:i4>
      </vt:variant>
      <vt:variant>
        <vt:i4>5</vt:i4>
      </vt:variant>
      <vt:variant>
        <vt:lpwstr>http://www.wikipedia.de/</vt:lpwstr>
      </vt:variant>
      <vt:variant>
        <vt:lpwstr/>
      </vt:variant>
      <vt:variant>
        <vt:i4>8192041</vt:i4>
      </vt:variant>
      <vt:variant>
        <vt:i4>6</vt:i4>
      </vt:variant>
      <vt:variant>
        <vt:i4>0</vt:i4>
      </vt:variant>
      <vt:variant>
        <vt:i4>5</vt:i4>
      </vt:variant>
      <vt:variant>
        <vt:lpwstr>http://www.javabuch.de/</vt:lpwstr>
      </vt:variant>
      <vt:variant>
        <vt:lpwstr/>
      </vt:variant>
      <vt:variant>
        <vt:i4>131133</vt:i4>
      </vt:variant>
      <vt:variant>
        <vt:i4>3</vt:i4>
      </vt:variant>
      <vt:variant>
        <vt:i4>0</vt:i4>
      </vt:variant>
      <vt:variant>
        <vt:i4>5</vt:i4>
      </vt:variant>
      <vt:variant>
        <vt:lpwstr>http://www.galileocomputing.de/openbook/javainsel8/index.htm</vt:lpwstr>
      </vt:variant>
      <vt:variant>
        <vt:lpwstr>_top</vt:lpwstr>
      </vt:variant>
      <vt:variant>
        <vt:i4>6684773</vt:i4>
      </vt:variant>
      <vt:variant>
        <vt:i4>0</vt:i4>
      </vt:variant>
      <vt:variant>
        <vt:i4>0</vt:i4>
      </vt:variant>
      <vt:variant>
        <vt:i4>5</vt:i4>
      </vt:variant>
      <vt:variant>
        <vt:lpwstr>http://www.galileocomputing.de/1684?GPP=opjiVII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Volker Antonczyk</dc:creator>
  <cp:keywords/>
  <cp:lastModifiedBy>Volker Antonczyk</cp:lastModifiedBy>
  <cp:revision>9</cp:revision>
  <cp:lastPrinted>2022-10-03T20:45:00Z</cp:lastPrinted>
  <dcterms:created xsi:type="dcterms:W3CDTF">2021-12-02T16:40:00Z</dcterms:created>
  <dcterms:modified xsi:type="dcterms:W3CDTF">2022-10-03T20:45:00Z</dcterms:modified>
</cp:coreProperties>
</file>