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D822F" w14:textId="77777777" w:rsidR="0010409F" w:rsidRDefault="0010409F" w:rsidP="0010409F">
      <w:pPr>
        <w:jc w:val="center"/>
        <w:rPr>
          <w:rFonts w:ascii="Arial" w:hAnsi="Arial" w:cs="Arial"/>
          <w:b/>
          <w:bCs/>
          <w:sz w:val="28"/>
          <w:szCs w:val="28"/>
        </w:rPr>
      </w:pPr>
      <w:proofErr w:type="spellStart"/>
      <w:r>
        <w:rPr>
          <w:rFonts w:ascii="Arial" w:hAnsi="Arial" w:cs="Arial"/>
          <w:b/>
          <w:bCs/>
          <w:sz w:val="28"/>
          <w:szCs w:val="28"/>
        </w:rPr>
        <w:t>PhPMYAdmin</w:t>
      </w:r>
      <w:proofErr w:type="spellEnd"/>
      <w:r>
        <w:rPr>
          <w:rFonts w:ascii="Arial" w:hAnsi="Arial" w:cs="Arial"/>
          <w:b/>
          <w:bCs/>
          <w:sz w:val="28"/>
          <w:szCs w:val="28"/>
        </w:rPr>
        <w:t xml:space="preserve"> mit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MariaDB</w:t>
      </w:r>
      <w:proofErr w:type="spellEnd"/>
      <w:r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70B7DFA" w14:textId="76B4F65E" w:rsidR="008A7879" w:rsidRPr="0010409F" w:rsidRDefault="00EA3587" w:rsidP="0010409F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10409F">
        <w:rPr>
          <w:rFonts w:ascii="Arial" w:hAnsi="Arial" w:cs="Arial"/>
          <w:b/>
          <w:bCs/>
          <w:sz w:val="28"/>
          <w:szCs w:val="28"/>
        </w:rPr>
        <w:t xml:space="preserve">Datenbank </w:t>
      </w:r>
      <w:r w:rsidR="0010409F" w:rsidRPr="0010409F">
        <w:rPr>
          <w:rFonts w:ascii="Arial" w:hAnsi="Arial" w:cs="Arial"/>
          <w:b/>
          <w:bCs/>
          <w:sz w:val="28"/>
          <w:szCs w:val="28"/>
        </w:rPr>
        <w:t>erstellen und</w:t>
      </w:r>
      <w:r w:rsidRPr="0010409F">
        <w:rPr>
          <w:rFonts w:ascii="Arial" w:hAnsi="Arial" w:cs="Arial"/>
          <w:b/>
          <w:bCs/>
          <w:sz w:val="28"/>
          <w:szCs w:val="28"/>
        </w:rPr>
        <w:t xml:space="preserve"> </w:t>
      </w:r>
      <w:r w:rsidR="0010409F" w:rsidRPr="0010409F">
        <w:rPr>
          <w:rFonts w:ascii="Arial" w:hAnsi="Arial" w:cs="Arial"/>
          <w:b/>
          <w:bCs/>
          <w:sz w:val="28"/>
          <w:szCs w:val="28"/>
        </w:rPr>
        <w:t>Tabelle importieren</w:t>
      </w:r>
    </w:p>
    <w:p w14:paraId="3E84A6E4" w14:textId="0C15C2D5" w:rsidR="00347517" w:rsidRDefault="0010409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06EE0F" wp14:editId="09044A3A">
                <wp:simplePos x="0" y="0"/>
                <wp:positionH relativeFrom="column">
                  <wp:posOffset>5091430</wp:posOffset>
                </wp:positionH>
                <wp:positionV relativeFrom="paragraph">
                  <wp:posOffset>157480</wp:posOffset>
                </wp:positionV>
                <wp:extent cx="1249680" cy="1181100"/>
                <wp:effectExtent l="2533650" t="0" r="26670" b="19050"/>
                <wp:wrapNone/>
                <wp:docPr id="3" name="Sprechblase: rechteckig mit abgerundeten Ec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9680" cy="1181100"/>
                        </a:xfrm>
                        <a:prstGeom prst="wedgeRoundRectCallout">
                          <a:avLst>
                            <a:gd name="adj1" fmla="val -247278"/>
                            <a:gd name="adj2" fmla="val 5222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8C2EC" w14:textId="2BA8B6F1" w:rsidR="00347517" w:rsidRDefault="00347517" w:rsidP="00347517">
                            <w:pPr>
                              <w:jc w:val="center"/>
                            </w:pPr>
                            <w:r>
                              <w:t xml:space="preserve">Apache starten, um </w:t>
                            </w:r>
                            <w:proofErr w:type="spellStart"/>
                            <w:proofErr w:type="gramStart"/>
                            <w:r>
                              <w:t>PHPMyAdmin</w:t>
                            </w:r>
                            <w:proofErr w:type="spellEnd"/>
                            <w:r>
                              <w:t xml:space="preserve">  nutzen</w:t>
                            </w:r>
                            <w:proofErr w:type="gramEnd"/>
                            <w:r>
                              <w:t xml:space="preserve"> zu können.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06EE0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rechblase: rechteckig mit abgerundeten Ecken 3" o:spid="_x0000_s1026" type="#_x0000_t62" style="position:absolute;margin-left:400.9pt;margin-top:12.4pt;width:98.4pt;height:9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" adj="-42612,11928" fillcolor="#4472c4 [3204]" strokecolor="#1f3763 [1604]" strokeweight="1pt">
                <v:textbox>
                  <w:txbxContent>
                    <w:p w14:paraId="5A88C2EC" w14:textId="2BA8B6F1" w:rsidR="00347517" w:rsidRDefault="00347517" w:rsidP="00347517">
                      <w:pPr>
                        <w:jc w:val="center"/>
                      </w:pPr>
                      <w:r>
                        <w:t xml:space="preserve">Apache starten, um </w:t>
                      </w:r>
                      <w:proofErr w:type="spellStart"/>
                      <w:proofErr w:type="gramStart"/>
                      <w:r>
                        <w:t>PHPMyAdmin</w:t>
                      </w:r>
                      <w:proofErr w:type="spellEnd"/>
                      <w:r>
                        <w:t xml:space="preserve">  nutzen</w:t>
                      </w:r>
                      <w:proofErr w:type="gramEnd"/>
                      <w:r>
                        <w:t xml:space="preserve"> zu können.</w:t>
                      </w:r>
                    </w:p>
                  </w:txbxContent>
                </v:textbox>
              </v:shape>
            </w:pict>
          </mc:Fallback>
        </mc:AlternateContent>
      </w:r>
      <w:r w:rsidR="00EA3587" w:rsidRPr="00347517">
        <w:rPr>
          <w:noProof/>
        </w:rPr>
        <w:drawing>
          <wp:inline distT="0" distB="0" distL="0" distR="0" wp14:anchorId="283503FA" wp14:editId="14E65348">
            <wp:extent cx="4867275" cy="322714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20518" cy="3262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113596" w14:textId="59BB4280" w:rsidR="00347517" w:rsidRDefault="0010409F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E5DDE5" wp14:editId="107F05CF">
                <wp:simplePos x="0" y="0"/>
                <wp:positionH relativeFrom="margin">
                  <wp:posOffset>-4445</wp:posOffset>
                </wp:positionH>
                <wp:positionV relativeFrom="paragraph">
                  <wp:posOffset>53975</wp:posOffset>
                </wp:positionV>
                <wp:extent cx="2476500" cy="556260"/>
                <wp:effectExtent l="0" t="2400300" r="19050" b="15240"/>
                <wp:wrapNone/>
                <wp:docPr id="4" name="Sprechblase: rechteckig mit abgerundeten Eck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556260"/>
                        </a:xfrm>
                        <a:prstGeom prst="wedgeRoundRectCallout">
                          <a:avLst>
                            <a:gd name="adj1" fmla="val 44758"/>
                            <a:gd name="adj2" fmla="val -477450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CDF363" w14:textId="574B07FF" w:rsidR="00347517" w:rsidRDefault="00347517" w:rsidP="00347517">
                            <w:pPr>
                              <w:jc w:val="center"/>
                            </w:pPr>
                            <w:r>
                              <w:t xml:space="preserve">Startet die Datenbank (jetzt </w:t>
                            </w:r>
                            <w:proofErr w:type="spellStart"/>
                            <w:r>
                              <w:t>MariaDB</w:t>
                            </w:r>
                            <w:proofErr w:type="spellEnd"/>
                            <w:r>
                              <w:t xml:space="preserve">, auch wenn noch </w:t>
                            </w:r>
                            <w:proofErr w:type="spellStart"/>
                            <w:r>
                              <w:t>MySql</w:t>
                            </w:r>
                            <w:proofErr w:type="spellEnd"/>
                            <w:r>
                              <w:t xml:space="preserve"> dasteht.)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5DDE5" id="Sprechblase: rechteckig mit abgerundeten Ecken 4" o:spid="_x0000_s1027" type="#_x0000_t62" style="position:absolute;margin-left:-.35pt;margin-top:4.25pt;width:195pt;height:43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" adj="20468,-92329" fillcolor="#4472c4 [3204]" strokecolor="#1f3763 [1604]" strokeweight="1pt">
                <v:textbox>
                  <w:txbxContent>
                    <w:p w14:paraId="49CDF363" w14:textId="574B07FF" w:rsidR="00347517" w:rsidRDefault="00347517" w:rsidP="00347517">
                      <w:pPr>
                        <w:jc w:val="center"/>
                      </w:pPr>
                      <w:r>
                        <w:t xml:space="preserve">Startet die Datenbank (jetzt </w:t>
                      </w:r>
                      <w:proofErr w:type="spellStart"/>
                      <w:r>
                        <w:t>MariaDB</w:t>
                      </w:r>
                      <w:proofErr w:type="spellEnd"/>
                      <w:r>
                        <w:t xml:space="preserve">, auch wenn noch </w:t>
                      </w:r>
                      <w:proofErr w:type="spellStart"/>
                      <w:r>
                        <w:t>MySql</w:t>
                      </w:r>
                      <w:proofErr w:type="spellEnd"/>
                      <w:r>
                        <w:t xml:space="preserve"> dasteht.)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E1391AD" w14:textId="0FC87351" w:rsidR="00347517" w:rsidRDefault="00347517"/>
    <w:p w14:paraId="17FC9942" w14:textId="5090409B" w:rsidR="00347517" w:rsidRDefault="00347517"/>
    <w:p w14:paraId="490B6D06" w14:textId="7B9B0DCE" w:rsidR="00EA3587" w:rsidRDefault="00EA358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23B365" wp14:editId="2131DC31">
                <wp:simplePos x="0" y="0"/>
                <wp:positionH relativeFrom="page">
                  <wp:posOffset>5067300</wp:posOffset>
                </wp:positionH>
                <wp:positionV relativeFrom="paragraph">
                  <wp:posOffset>1585595</wp:posOffset>
                </wp:positionV>
                <wp:extent cx="1971675" cy="323850"/>
                <wp:effectExtent l="304800" t="266700" r="28575" b="19050"/>
                <wp:wrapNone/>
                <wp:docPr id="7" name="Sprechblase: rechteckig mit abgerundeten Eck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323850"/>
                        </a:xfrm>
                        <a:prstGeom prst="wedgeRoundRectCallout">
                          <a:avLst>
                            <a:gd name="adj1" fmla="val -62936"/>
                            <a:gd name="adj2" fmla="val -123965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E45D6D" w14:textId="498C2BEB" w:rsidR="00EA3587" w:rsidRDefault="00EA3587" w:rsidP="00EA3587">
                            <w:pPr>
                              <w:jc w:val="center"/>
                            </w:pPr>
                            <w:r>
                              <w:t>Neue Datenbank anlegen.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23B365" id="Sprechblase: rechteckig mit abgerundeten Ecken 7" o:spid="_x0000_s1028" type="#_x0000_t62" style="position:absolute;margin-left:399pt;margin-top:124.85pt;width:155.2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" adj="-2794,-15976" fillcolor="#4472c4 [3204]" strokecolor="#1f3763 [1604]" strokeweight="1pt">
                <v:textbox>
                  <w:txbxContent>
                    <w:p w14:paraId="20E45D6D" w14:textId="498C2BEB" w:rsidR="00EA3587" w:rsidRDefault="00EA3587" w:rsidP="00EA3587">
                      <w:pPr>
                        <w:jc w:val="center"/>
                      </w:pPr>
                      <w:r>
                        <w:t>Neue Datenbank anlegen.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EA3587">
        <w:rPr>
          <w:noProof/>
        </w:rPr>
        <w:drawing>
          <wp:inline distT="0" distB="0" distL="0" distR="0" wp14:anchorId="3B12BD45" wp14:editId="20B14767">
            <wp:extent cx="4838700" cy="3727165"/>
            <wp:effectExtent l="0" t="0" r="0" b="698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96631" cy="3771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627B1B" w14:textId="2A2BE446" w:rsidR="00EA3587" w:rsidRDefault="00EA3587">
      <w:r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B3F954" wp14:editId="51286296">
                <wp:simplePos x="0" y="0"/>
                <wp:positionH relativeFrom="column">
                  <wp:posOffset>2043431</wp:posOffset>
                </wp:positionH>
                <wp:positionV relativeFrom="paragraph">
                  <wp:posOffset>1395730</wp:posOffset>
                </wp:positionV>
                <wp:extent cx="1066800" cy="200025"/>
                <wp:effectExtent l="0" t="0" r="19050" b="28575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200025"/>
                        </a:xfrm>
                        <a:prstGeom prst="ellipse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19050" cmpd="sng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50C91A8" id="Ellipse 11" o:spid="_x0000_s1026" style="position:absolute;margin-left:160.9pt;margin-top:109.9pt;width:84pt;height:1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" fillcolor="white [3201]" strokecolor="#ed7d31 [3205]" strokeweight="1.5pt">
                <v:fill opacity="0"/>
                <v:stroke joinstyle="miter"/>
              </v:oval>
            </w:pict>
          </mc:Fallback>
        </mc:AlternateContent>
      </w:r>
      <w:r w:rsidRPr="00EA3587">
        <w:rPr>
          <w:noProof/>
        </w:rPr>
        <w:drawing>
          <wp:inline distT="0" distB="0" distL="0" distR="0" wp14:anchorId="1DCB3A2E" wp14:editId="6D0BD10B">
            <wp:extent cx="5760720" cy="3457575"/>
            <wp:effectExtent l="0" t="0" r="0" b="9525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5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BF9657" w14:textId="15DB464B" w:rsidR="00347517" w:rsidRDefault="00347517"/>
    <w:p w14:paraId="3B07E512" w14:textId="70E10919" w:rsidR="0010409F" w:rsidRDefault="0010409F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0D1442" wp14:editId="71BE988C">
                <wp:simplePos x="0" y="0"/>
                <wp:positionH relativeFrom="margin">
                  <wp:align>right</wp:align>
                </wp:positionH>
                <wp:positionV relativeFrom="paragraph">
                  <wp:posOffset>1462405</wp:posOffset>
                </wp:positionV>
                <wp:extent cx="1971675" cy="323850"/>
                <wp:effectExtent l="0" t="0" r="28575" b="933450"/>
                <wp:wrapNone/>
                <wp:docPr id="10" name="Sprechblase: rechteckig mit abgerundeten Eck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57725" y="6229350"/>
                          <a:ext cx="1971675" cy="323850"/>
                        </a:xfrm>
                        <a:prstGeom prst="wedgeRoundRectCallout">
                          <a:avLst>
                            <a:gd name="adj1" fmla="val 36098"/>
                            <a:gd name="adj2" fmla="val 323093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35C724" w14:textId="336218D2" w:rsidR="00EA3587" w:rsidRDefault="00EA3587" w:rsidP="00EA3587">
                            <w:pPr>
                              <w:jc w:val="center"/>
                            </w:pPr>
                            <w:r>
                              <w:t>CSV-Datei importieren.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0D1442" id="Sprechblase: rechteckig mit abgerundeten Ecken 10" o:spid="_x0000_s1029" type="#_x0000_t62" style="position:absolute;margin-left:104.05pt;margin-top:115.15pt;width:155.25pt;height:25.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" adj="18597,80588" fillcolor="#4472c4 [3204]" strokecolor="#1f3763 [1604]" strokeweight="1pt">
                <v:textbox>
                  <w:txbxContent>
                    <w:p w14:paraId="3835C724" w14:textId="336218D2" w:rsidR="00EA3587" w:rsidRDefault="00EA3587" w:rsidP="00EA3587">
                      <w:pPr>
                        <w:jc w:val="center"/>
                      </w:pPr>
                      <w:r>
                        <w:t>CSV-Datei importieren.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D482EB" wp14:editId="507E79AD">
                <wp:simplePos x="0" y="0"/>
                <wp:positionH relativeFrom="column">
                  <wp:posOffset>995680</wp:posOffset>
                </wp:positionH>
                <wp:positionV relativeFrom="paragraph">
                  <wp:posOffset>906145</wp:posOffset>
                </wp:positionV>
                <wp:extent cx="1066800" cy="200025"/>
                <wp:effectExtent l="0" t="0" r="19050" b="28575"/>
                <wp:wrapNone/>
                <wp:docPr id="12" name="El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200025"/>
                        </a:xfrm>
                        <a:prstGeom prst="ellipse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19050" cmpd="sng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130FDF3" id="Ellipse 12" o:spid="_x0000_s1026" style="position:absolute;margin-left:78.4pt;margin-top:71.35pt;width:84pt;height:1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" fillcolor="white [3201]" strokecolor="#ed7d31 [3205]" strokeweight="1.5pt">
                <v:fill opacity="0"/>
                <v:stroke joinstyle="miter"/>
              </v:oval>
            </w:pict>
          </mc:Fallback>
        </mc:AlternateContent>
      </w:r>
      <w:r w:rsidRPr="00EA3587">
        <w:rPr>
          <w:noProof/>
        </w:rPr>
        <w:drawing>
          <wp:inline distT="0" distB="0" distL="0" distR="0" wp14:anchorId="00BC0ADE" wp14:editId="3562A1DE">
            <wp:extent cx="5760720" cy="3079115"/>
            <wp:effectExtent l="0" t="0" r="0" b="698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79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5F9D50" w14:textId="7ED5A5BD" w:rsidR="0010409F" w:rsidRDefault="0010409F"/>
    <w:p w14:paraId="7BCDFC9B" w14:textId="7ACD5F90" w:rsidR="00EA3587" w:rsidRDefault="0010409F">
      <w:r w:rsidRPr="0010409F">
        <w:rPr>
          <w:noProof/>
        </w:rPr>
        <w:drawing>
          <wp:inline distT="0" distB="0" distL="0" distR="0" wp14:anchorId="33D80BC1" wp14:editId="73C03A4F">
            <wp:extent cx="3233707" cy="1609725"/>
            <wp:effectExtent l="0" t="0" r="508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22565" cy="1703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A3587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244EF" w14:textId="77777777" w:rsidR="001C6C09" w:rsidRDefault="001C6C09" w:rsidP="00B276AE">
      <w:pPr>
        <w:spacing w:after="0" w:line="240" w:lineRule="auto"/>
      </w:pPr>
      <w:r>
        <w:separator/>
      </w:r>
    </w:p>
  </w:endnote>
  <w:endnote w:type="continuationSeparator" w:id="0">
    <w:p w14:paraId="02D6E05D" w14:textId="77777777" w:rsidR="001C6C09" w:rsidRDefault="001C6C09" w:rsidP="00B27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9AB40" w14:textId="77777777" w:rsidR="001C6C09" w:rsidRDefault="001C6C09" w:rsidP="00B276AE">
      <w:pPr>
        <w:spacing w:after="0" w:line="240" w:lineRule="auto"/>
      </w:pPr>
      <w:r>
        <w:separator/>
      </w:r>
    </w:p>
  </w:footnote>
  <w:footnote w:type="continuationSeparator" w:id="0">
    <w:p w14:paraId="68BB6AA4" w14:textId="77777777" w:rsidR="001C6C09" w:rsidRDefault="001C6C09" w:rsidP="00B276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183"/>
      <w:gridCol w:w="1129"/>
      <w:gridCol w:w="5196"/>
      <w:gridCol w:w="1559"/>
    </w:tblGrid>
    <w:tr w:rsidR="00B276AE" w14:paraId="0D525499" w14:textId="77777777" w:rsidTr="00B276AE">
      <w:tc>
        <w:tcPr>
          <w:tcW w:w="118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C9B2657" w14:textId="77777777" w:rsidR="00B276AE" w:rsidRPr="00B276AE" w:rsidRDefault="00B276AE" w:rsidP="00B276AE">
          <w:pPr>
            <w:pStyle w:val="Kopfzeile"/>
            <w:tabs>
              <w:tab w:val="left" w:pos="708"/>
            </w:tabs>
            <w:spacing w:after="60"/>
            <w:jc w:val="center"/>
            <w:rPr>
              <w:rFonts w:ascii="Arial" w:hAnsi="Arial" w:cs="Arial"/>
              <w:sz w:val="20"/>
              <w:szCs w:val="20"/>
            </w:rPr>
          </w:pPr>
          <w:r w:rsidRPr="00B276AE">
            <w:rPr>
              <w:rFonts w:ascii="Arial" w:hAnsi="Arial" w:cs="Arial"/>
              <w:noProof/>
            </w:rPr>
            <w:t>Schullogo</w:t>
          </w:r>
        </w:p>
      </w:tc>
      <w:tc>
        <w:tcPr>
          <w:tcW w:w="11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71AA05C" w14:textId="77777777" w:rsidR="00B276AE" w:rsidRPr="00B276AE" w:rsidRDefault="00B276AE" w:rsidP="00B276AE">
          <w:pPr>
            <w:pStyle w:val="Kopfzeile"/>
            <w:tabs>
              <w:tab w:val="left" w:pos="708"/>
            </w:tabs>
            <w:jc w:val="center"/>
            <w:rPr>
              <w:rFonts w:ascii="Arial" w:hAnsi="Arial" w:cs="Arial"/>
              <w:sz w:val="20"/>
              <w:szCs w:val="20"/>
            </w:rPr>
          </w:pPr>
          <w:proofErr w:type="spellStart"/>
          <w:r w:rsidRPr="00B276AE">
            <w:rPr>
              <w:rFonts w:ascii="Arial" w:hAnsi="Arial" w:cs="Arial"/>
              <w:sz w:val="20"/>
              <w:szCs w:val="20"/>
            </w:rPr>
            <w:t>AEuP</w:t>
          </w:r>
          <w:proofErr w:type="spellEnd"/>
          <w:r w:rsidRPr="00B276AE">
            <w:rPr>
              <w:rFonts w:ascii="Arial" w:hAnsi="Arial" w:cs="Arial"/>
              <w:sz w:val="20"/>
              <w:szCs w:val="20"/>
            </w:rPr>
            <w:t xml:space="preserve"> 11</w:t>
          </w:r>
        </w:p>
      </w:tc>
      <w:tc>
        <w:tcPr>
          <w:tcW w:w="519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386D193" w14:textId="69F51BD7" w:rsidR="00B276AE" w:rsidRPr="00B276AE" w:rsidRDefault="00B276AE" w:rsidP="00B276AE">
          <w:pPr>
            <w:pStyle w:val="Kopfzeile"/>
            <w:tabs>
              <w:tab w:val="left" w:pos="708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B276AE">
            <w:rPr>
              <w:rFonts w:ascii="Arial" w:hAnsi="Arial" w:cs="Arial"/>
              <w:sz w:val="20"/>
              <w:szCs w:val="20"/>
            </w:rPr>
            <w:t>Datenbanken erstellen und Tabelle importieren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622BA4F" w14:textId="77777777" w:rsidR="00B276AE" w:rsidRPr="00B276AE" w:rsidRDefault="00B276AE" w:rsidP="00B276AE">
          <w:pPr>
            <w:pStyle w:val="Kopfzeile"/>
            <w:tabs>
              <w:tab w:val="left" w:pos="708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B276AE">
            <w:rPr>
              <w:rFonts w:ascii="Arial" w:hAnsi="Arial" w:cs="Arial"/>
              <w:sz w:val="20"/>
              <w:szCs w:val="20"/>
            </w:rPr>
            <w:t xml:space="preserve">20     -     -      </w:t>
          </w:r>
        </w:p>
      </w:tc>
    </w:tr>
  </w:tbl>
  <w:p w14:paraId="6500E7CA" w14:textId="77777777" w:rsidR="00B276AE" w:rsidRDefault="00B276A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517"/>
    <w:rsid w:val="0010409F"/>
    <w:rsid w:val="001C6C09"/>
    <w:rsid w:val="00347517"/>
    <w:rsid w:val="008A7879"/>
    <w:rsid w:val="00B276AE"/>
    <w:rsid w:val="00EA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755ED"/>
  <w15:chartTrackingRefBased/>
  <w15:docId w15:val="{4559D087-954C-4754-809F-4B4395590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751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276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276AE"/>
  </w:style>
  <w:style w:type="paragraph" w:styleId="Fuzeile">
    <w:name w:val="footer"/>
    <w:basedOn w:val="Standard"/>
    <w:link w:val="FuzeileZchn"/>
    <w:uiPriority w:val="99"/>
    <w:unhideWhenUsed/>
    <w:rsid w:val="00B276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276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73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Volker Antonczyk</dc:creator>
  <cp:keywords/>
  <dc:description/>
  <cp:lastModifiedBy>Volker Antonczyk</cp:lastModifiedBy>
  <cp:revision>2</cp:revision>
  <dcterms:created xsi:type="dcterms:W3CDTF">2021-03-01T08:57:00Z</dcterms:created>
  <dcterms:modified xsi:type="dcterms:W3CDTF">2022-02-02T11:42:00Z</dcterms:modified>
</cp:coreProperties>
</file>