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7970"/>
      </w:tblGrid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FF014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t>Silvia.Berger@sportsgogmbh.de</w:t>
            </w: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0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1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FF0146" w:rsidRPr="00371ABA" w:rsidRDefault="00397E04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sz w:val="24"/>
                <w:szCs w:val="24"/>
              </w:rPr>
              <w:t>Analyse der Kundenstruktur</w:t>
            </w:r>
          </w:p>
        </w:tc>
      </w:tr>
      <w:tr w:rsidR="00FF0146" w:rsidRPr="009345F4" w:rsidTr="00B64950">
        <w:trPr>
          <w:trHeight w:val="358"/>
        </w:trPr>
        <w:tc>
          <w:tcPr>
            <w:tcW w:w="9104" w:type="dxa"/>
            <w:gridSpan w:val="2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Sehr geehrte Frau Berger,</w:t>
            </w: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BE4C9B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w</w:t>
            </w:r>
            <w:r w:rsidR="00397E04"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ie von Ihnen gewünscht, schicke ich Ihnen nun das Ergebnis meiner Kundestrukturanalyse der SportsGo GmbH.</w:t>
            </w:r>
          </w:p>
          <w:p w:rsidR="00397E04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397E04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Die genauen Berechnungen habe ich Ihnen im Anhang in einer Excel-Datei zusammengestellt.</w:t>
            </w:r>
          </w:p>
          <w:p w:rsidR="00397E04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397E04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Als Ergebnis kann man festhalten, dass wir bisher nur zwei A-Kunden und nur zwei B-Kunden haben. Hierin besteht ein großes Risiko, sodass wir uns dringend um folgende Punkte kümmern sollten:</w:t>
            </w:r>
          </w:p>
          <w:p w:rsidR="00397E04" w:rsidRPr="00371ABA" w:rsidRDefault="00397E04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397E04" w:rsidRPr="00371ABA" w:rsidRDefault="00397E04" w:rsidP="00397E04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Erhaltung unserer A-Kunden durch intensivere und individuellere Betreuung, z.B. durch Newsletter, regelmäßige Kontaktaufnahme, ggf. </w:t>
            </w:r>
            <w:r w:rsidR="00F70F52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s</w:t>
            </w: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peziellen Serviceangeboten</w:t>
            </w:r>
            <w:r w:rsidR="00BE4C9B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, da mit ihnen der meiste Umsatz generiert wird und sie deshalb sehr wichtig für unser Unternehmen sind</w:t>
            </w:r>
          </w:p>
          <w:p w:rsidR="00F70F52" w:rsidRDefault="00397E04" w:rsidP="00F70F52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Ausbau der Beziehung zu unseren B-Kunden beispielsweise durch gezielte Angebote (Aktionen oder Kundenbefragungen</w:t>
            </w:r>
            <w:r w:rsidR="00F70F52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)</w:t>
            </w:r>
            <w:r w:rsidR="00BE4C9B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, um die bestehenden Umsätze zu steigern, damit sie zukünftig zu A-Kunden werden</w:t>
            </w:r>
          </w:p>
          <w:p w:rsidR="00397E04" w:rsidRPr="00F70F52" w:rsidRDefault="00F70F52" w:rsidP="00F70F52">
            <w:pPr>
              <w:pStyle w:val="Listenabsatz"/>
              <w:numPr>
                <w:ilvl w:val="0"/>
                <w:numId w:val="1"/>
              </w:num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Bei den C-Kunden sollte genau analysiert werden, bei welchen Kunden Potenzial nach oben ist, beispielsweise durch einen Online-Fragebogen.</w:t>
            </w: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 Bei  C-Kunden, bei denen Potenzial zum</w:t>
            </w:r>
            <w:r w:rsidR="00BE4C9B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 B-Kunde vorhanden ist, sollten</w:t>
            </w:r>
            <w:r w:rsidR="00FA4C3C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 gezielte </w:t>
            </w:r>
            <w: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Werbeaktionen gestartet werden</w:t>
            </w:r>
            <w:r w:rsidR="00FA4C3C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, z. B. durch Werbegeschenke.</w:t>
            </w:r>
            <w:r w:rsidR="00BE4C9B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 xml:space="preserve"> Bei C-Kunden ohne Potential sind weitere Maßnahmen nicht erstrebenswert (Kosten-Nutzen-Abwägung)</w:t>
            </w: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bookmarkStart w:id="2" w:name="_GoBack"/>
            <w:bookmarkEnd w:id="2"/>
          </w:p>
          <w:p w:rsidR="000F6B42" w:rsidRPr="00371ABA" w:rsidRDefault="000F6B4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Bei Rückfragen stehe ich Ihnen gerne zur Verfügung.</w:t>
            </w:r>
          </w:p>
          <w:p w:rsidR="000F6B42" w:rsidRPr="00371ABA" w:rsidRDefault="000F6B4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0F6B42" w:rsidRPr="00371ABA" w:rsidRDefault="000F6B4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Freundliche Grüße</w:t>
            </w:r>
          </w:p>
          <w:p w:rsidR="000F6B42" w:rsidRPr="00371ABA" w:rsidRDefault="000F6B4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0F6B42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  <w:r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Azubi</w:t>
            </w:r>
            <w:r w:rsidR="004B1E4E" w:rsidRPr="00371ABA"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  <w:t>name</w:t>
            </w: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371ABA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F0146" w:rsidRPr="00371ABA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856F7E" w:rsidRPr="00371ABA" w:rsidRDefault="00397E04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71ABA">
              <w:rPr>
                <w:rFonts w:asciiTheme="minorHAnsi" w:hAnsiTheme="minorHAnsi" w:cs="Arial"/>
                <w:sz w:val="24"/>
                <w:szCs w:val="24"/>
              </w:rPr>
              <w:t>Ergebnis_ABC-Analyse.xlsx</w:t>
            </w:r>
          </w:p>
        </w:tc>
      </w:tr>
    </w:tbl>
    <w:p w:rsidR="00460198" w:rsidRPr="00311E95" w:rsidRDefault="00460198">
      <w:pPr>
        <w:rPr>
          <w:rFonts w:cs="Arial"/>
        </w:rPr>
      </w:pPr>
    </w:p>
    <w:sectPr w:rsidR="00460198" w:rsidRPr="00311E9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18" w:rsidRDefault="00046F18" w:rsidP="000F6B42">
      <w:r>
        <w:separator/>
      </w:r>
    </w:p>
  </w:endnote>
  <w:endnote w:type="continuationSeparator" w:id="0">
    <w:p w:rsidR="00046F18" w:rsidRDefault="00046F18" w:rsidP="000F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18" w:rsidRDefault="00046F18" w:rsidP="000F6B42">
      <w:r>
        <w:separator/>
      </w:r>
    </w:p>
  </w:footnote>
  <w:footnote w:type="continuationSeparator" w:id="0">
    <w:p w:rsidR="00046F18" w:rsidRDefault="00046F18" w:rsidP="000F6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B42" w:rsidRPr="00371ABA" w:rsidRDefault="000F6B42">
    <w:pPr>
      <w:pStyle w:val="Kopfzeile"/>
      <w:rPr>
        <w:rFonts w:asciiTheme="minorHAnsi" w:hAnsiTheme="minorHAnsi"/>
      </w:rPr>
    </w:pPr>
    <w:r w:rsidRPr="00371ABA">
      <w:rPr>
        <w:rFonts w:asciiTheme="minorHAnsi" w:hAnsiTheme="minorHAnsi"/>
      </w:rPr>
      <w:t>Schülerindividuelle Lösung</w:t>
    </w:r>
    <w:r w:rsidR="004B1E4E" w:rsidRPr="00371ABA">
      <w:rPr>
        <w:rFonts w:asciiTheme="minorHAnsi" w:hAnsiTheme="minorHAnsi"/>
      </w:rPr>
      <w:t xml:space="preserve"> der Email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B169D"/>
    <w:multiLevelType w:val="hybridMultilevel"/>
    <w:tmpl w:val="DD12979C"/>
    <w:lvl w:ilvl="0" w:tplc="5B2653B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146"/>
    <w:rsid w:val="000007A2"/>
    <w:rsid w:val="00001C78"/>
    <w:rsid w:val="00014E69"/>
    <w:rsid w:val="00014F2C"/>
    <w:rsid w:val="00025EBC"/>
    <w:rsid w:val="000269B7"/>
    <w:rsid w:val="00037675"/>
    <w:rsid w:val="000405D8"/>
    <w:rsid w:val="00040DDB"/>
    <w:rsid w:val="00044420"/>
    <w:rsid w:val="00046F18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0F6B42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5E59"/>
    <w:rsid w:val="001C2A6E"/>
    <w:rsid w:val="001D7AC1"/>
    <w:rsid w:val="001E2964"/>
    <w:rsid w:val="001E7D79"/>
    <w:rsid w:val="001F248B"/>
    <w:rsid w:val="001F2C65"/>
    <w:rsid w:val="001F6435"/>
    <w:rsid w:val="00221537"/>
    <w:rsid w:val="00245468"/>
    <w:rsid w:val="00255AD7"/>
    <w:rsid w:val="00256C8F"/>
    <w:rsid w:val="00257670"/>
    <w:rsid w:val="00257D40"/>
    <w:rsid w:val="00265F48"/>
    <w:rsid w:val="00273B86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254BD"/>
    <w:rsid w:val="00327152"/>
    <w:rsid w:val="003356F5"/>
    <w:rsid w:val="003413FF"/>
    <w:rsid w:val="0034331C"/>
    <w:rsid w:val="00357696"/>
    <w:rsid w:val="00361429"/>
    <w:rsid w:val="00371ABA"/>
    <w:rsid w:val="00373F4D"/>
    <w:rsid w:val="00374CFB"/>
    <w:rsid w:val="0037669D"/>
    <w:rsid w:val="00384AB4"/>
    <w:rsid w:val="0038635A"/>
    <w:rsid w:val="00397E04"/>
    <w:rsid w:val="003A05BD"/>
    <w:rsid w:val="003C5ADD"/>
    <w:rsid w:val="003C668E"/>
    <w:rsid w:val="003D7111"/>
    <w:rsid w:val="003E7688"/>
    <w:rsid w:val="003F51C1"/>
    <w:rsid w:val="00407E66"/>
    <w:rsid w:val="00410B98"/>
    <w:rsid w:val="004149EC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6C57"/>
    <w:rsid w:val="004A6DA8"/>
    <w:rsid w:val="004B1E4E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B3F1A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13433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4C9B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67B8"/>
    <w:rsid w:val="00C878DC"/>
    <w:rsid w:val="00CC0157"/>
    <w:rsid w:val="00CE0626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6244"/>
    <w:rsid w:val="00DE2B59"/>
    <w:rsid w:val="00DF3F79"/>
    <w:rsid w:val="00E012D5"/>
    <w:rsid w:val="00E109CE"/>
    <w:rsid w:val="00E25E20"/>
    <w:rsid w:val="00E31A5E"/>
    <w:rsid w:val="00E320A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37D0"/>
    <w:rsid w:val="00F61925"/>
    <w:rsid w:val="00F6596B"/>
    <w:rsid w:val="00F70F52"/>
    <w:rsid w:val="00F751D6"/>
    <w:rsid w:val="00F762F1"/>
    <w:rsid w:val="00F9047A"/>
    <w:rsid w:val="00F93099"/>
    <w:rsid w:val="00FA37EA"/>
    <w:rsid w:val="00FA3CBC"/>
    <w:rsid w:val="00FA4C3C"/>
    <w:rsid w:val="00FB73B2"/>
    <w:rsid w:val="00FC5D25"/>
    <w:rsid w:val="00FC5E36"/>
    <w:rsid w:val="00FC69D1"/>
    <w:rsid w:val="00FD5DED"/>
    <w:rsid w:val="00FE1A73"/>
    <w:rsid w:val="00FE5B67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8ABC"/>
  <w15:docId w15:val="{6D1D0BF6-68C9-404D-B01A-D17330F8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7E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6B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6B42"/>
    <w:rPr>
      <w:rFonts w:ascii="Arial" w:eastAsia="Times New Roman" w:hAnsi="Arial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F6B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6B42"/>
    <w:rPr>
      <w:rFonts w:ascii="Arial" w:eastAsia="Times New Roman" w:hAnsi="Arial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CB186-59CA-495D-9F5A-DF7BC9D8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FC2D98-6CF0-405B-B58E-9A9D3224F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A19598-3A35-4C35-90E9-6C2FB3FDA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358F00EC.dotm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EStrack</cp:lastModifiedBy>
  <cp:revision>6</cp:revision>
  <dcterms:created xsi:type="dcterms:W3CDTF">2018-07-02T07:17:00Z</dcterms:created>
  <dcterms:modified xsi:type="dcterms:W3CDTF">2019-01-23T15:04:00Z</dcterms:modified>
</cp:coreProperties>
</file>