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E8F" w:rsidRDefault="00F4053C" w:rsidP="002A0E8F">
      <w:pPr>
        <w:pStyle w:val="Dokumentbeschriftung"/>
        <w:tabs>
          <w:tab w:val="right" w:pos="9356"/>
        </w:tabs>
        <w:spacing w:before="0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-342900</wp:posOffset>
                </wp:positionV>
                <wp:extent cx="5962650" cy="66294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6629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0E8F" w:rsidRDefault="002A0E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0.15pt;margin-top:-27pt;width:469.5pt;height:52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" filled="f" strokeweight=".5pt">
                <v:textbox>
                  <w:txbxContent>
                    <w:p w:rsidR="002A0E8F" w:rsidRDefault="002A0E8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A0E8F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BE439EE" wp14:editId="7D8F4D01">
            <wp:simplePos x="0" y="0"/>
            <wp:positionH relativeFrom="margin">
              <wp:posOffset>3452495</wp:posOffset>
            </wp:positionH>
            <wp:positionV relativeFrom="paragraph">
              <wp:posOffset>1905</wp:posOffset>
            </wp:positionV>
            <wp:extent cx="2334260" cy="1035685"/>
            <wp:effectExtent l="0" t="0" r="8890" b="0"/>
            <wp:wrapNone/>
            <wp:docPr id="456" name="Grafik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xgraphic"/>
      <w:bookmarkEnd w:id="0"/>
      <w:r w:rsidR="002A0E8F">
        <w:rPr>
          <w:rFonts w:ascii="Arial" w:hAnsi="Arial" w:cs="Arial"/>
        </w:rPr>
        <w:t>Gesprächsnotiz</w:t>
      </w:r>
      <w:r w:rsidR="002A0E8F">
        <w:rPr>
          <w:rFonts w:ascii="Arial" w:hAnsi="Arial" w:cs="Arial"/>
        </w:rPr>
        <w:tab/>
      </w:r>
    </w:p>
    <w:p w:rsidR="002A0E8F" w:rsidRDefault="002A0E8F" w:rsidP="002A0E8F">
      <w:pPr>
        <w:pStyle w:val="NachrichtenkopfAnfang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Abteilung</w:t>
      </w:r>
      <w:r>
        <w:rPr>
          <w:rStyle w:val="Nachrichtenkopfbeschriftung"/>
          <w:rFonts w:cs="Arial"/>
        </w:rPr>
        <w:t>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Einkauf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Gesprächspartner</w:t>
      </w:r>
      <w:r>
        <w:rPr>
          <w:rStyle w:val="Nachrichtenkopfbeschriftung"/>
          <w:rFonts w:cs="Arial"/>
        </w:rPr>
        <w:t>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Frau Neuber, Herr Schranz, Azubi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Datum: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20.06.18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Ende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Betreff: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 xml:space="preserve">Veränderung der optimalen Bestellmenge </w:t>
      </w:r>
    </w:p>
    <w:p w:rsidR="00F4053C" w:rsidRPr="00F4053C" w:rsidRDefault="00F4053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 w:rsidRPr="00F4053C"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Senkung des Lagerhaltungskostensatzes führt zu einer Erhöhung der optimalen Bestellmenge, da Lagerhaltung günstiger wird</w:t>
      </w:r>
    </w:p>
    <w:p w:rsidR="00F4053C" w:rsidRPr="00F4053C" w:rsidRDefault="00F4053C" w:rsidP="00F4053C">
      <w:pPr>
        <w:pStyle w:val="t0"/>
        <w:ind w:left="1770"/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</w:p>
    <w:p w:rsidR="00F4053C" w:rsidRPr="00F4053C" w:rsidRDefault="00F4053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 w:rsidRPr="00F4053C"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„Frei Haus“ führt zu einer Senkung der Beschaffungskosten und damit zu einer Senkung der optimalen Bestellmenge, der Bestellvorgang wird günstiger</w:t>
      </w:r>
    </w:p>
    <w:p w:rsidR="002A0E8F" w:rsidRPr="00B50D75" w:rsidRDefault="002A0E8F" w:rsidP="002A0E8F">
      <w:pPr>
        <w:pStyle w:val="t0"/>
      </w:pPr>
    </w:p>
    <w:p w:rsidR="00AF03B3" w:rsidRDefault="00AF03B3" w:rsidP="00127A66">
      <w:pPr>
        <w:widowControl/>
        <w:autoSpaceDE/>
        <w:autoSpaceDN/>
        <w:adjustRightInd/>
        <w:rPr>
          <w:lang w:eastAsia="en-US" w:bidi="en-US"/>
        </w:rPr>
      </w:pPr>
      <w:bookmarkStart w:id="1" w:name="_GoBack"/>
      <w:bookmarkEnd w:id="1"/>
    </w:p>
    <w:sectPr w:rsidR="00AF03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93143"/>
    <w:multiLevelType w:val="hybridMultilevel"/>
    <w:tmpl w:val="06706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B4158"/>
    <w:multiLevelType w:val="hybridMultilevel"/>
    <w:tmpl w:val="CD42D582"/>
    <w:lvl w:ilvl="0" w:tplc="14009A80">
      <w:start w:val="3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E8F"/>
    <w:rsid w:val="00127A66"/>
    <w:rsid w:val="002A0E8F"/>
    <w:rsid w:val="00AF03B3"/>
    <w:rsid w:val="00F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8908C"/>
  <w15:chartTrackingRefBased/>
  <w15:docId w15:val="{D44096B9-E83E-472E-A551-216F4BBE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0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0">
    <w:name w:val="t0"/>
    <w:basedOn w:val="Standard"/>
    <w:link w:val="T0ZchnZchn"/>
    <w:rsid w:val="002A0E8F"/>
  </w:style>
  <w:style w:type="paragraph" w:styleId="Textkrper">
    <w:name w:val="Body Text"/>
    <w:basedOn w:val="Standard"/>
    <w:link w:val="TextkrperZchn"/>
    <w:rsid w:val="002A0E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T0ZchnZchn">
    <w:name w:val="T0 Zchn Zchn"/>
    <w:basedOn w:val="Absatz-Standardschriftart"/>
    <w:link w:val="t0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okumentbeschriftung">
    <w:name w:val="Dokumentbeschriftung"/>
    <w:next w:val="Standard"/>
    <w:rsid w:val="002A0E8F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Nachrichtenkopf">
    <w:name w:val="Message Header"/>
    <w:basedOn w:val="Textkrper"/>
    <w:link w:val="NachrichtenkopfZchn"/>
    <w:rsid w:val="002A0E8F"/>
    <w:pPr>
      <w:keepLines/>
      <w:widowControl/>
      <w:autoSpaceDE/>
      <w:autoSpaceDN/>
      <w:adjustRightInd/>
      <w:spacing w:after="0" w:line="415" w:lineRule="atLeast"/>
      <w:ind w:left="1560" w:hanging="720"/>
    </w:pPr>
    <w:rPr>
      <w:rFonts w:ascii="Times New Roman" w:hAnsi="Times New Roman"/>
      <w:sz w:val="20"/>
      <w:szCs w:val="20"/>
      <w:lang w:eastAsia="en-US"/>
    </w:rPr>
  </w:style>
  <w:style w:type="character" w:customStyle="1" w:styleId="NachrichtenkopfZchn">
    <w:name w:val="Nachrichtenkopf Zchn"/>
    <w:basedOn w:val="Absatz-Standardschriftart"/>
    <w:link w:val="Nachrichtenkopf"/>
    <w:rsid w:val="002A0E8F"/>
    <w:rPr>
      <w:rFonts w:ascii="Times New Roman" w:eastAsia="Times New Roman" w:hAnsi="Times New Roman" w:cs="Times New Roman"/>
      <w:sz w:val="20"/>
      <w:szCs w:val="20"/>
    </w:rPr>
  </w:style>
  <w:style w:type="paragraph" w:customStyle="1" w:styleId="NachrichtenkopfAnfang">
    <w:name w:val="Nachrichtenkopf Anfang"/>
    <w:basedOn w:val="Nachrichtenkopf"/>
    <w:next w:val="Nachrichtenkopf"/>
    <w:rsid w:val="002A0E8F"/>
  </w:style>
  <w:style w:type="character" w:customStyle="1" w:styleId="Nachrichtenkopfbeschriftung">
    <w:name w:val="Nachrichtenkopfbeschriftung"/>
    <w:rsid w:val="002A0E8F"/>
    <w:rPr>
      <w:rFonts w:ascii="Arial" w:hAnsi="Arial"/>
      <w:b/>
      <w:spacing w:val="-4"/>
      <w:sz w:val="18"/>
      <w:vertAlign w:val="baseline"/>
    </w:rPr>
  </w:style>
  <w:style w:type="paragraph" w:customStyle="1" w:styleId="NachrichtenkopfEnde">
    <w:name w:val="Nachrichtenkopf Ende"/>
    <w:basedOn w:val="Nachrichtenkopf"/>
    <w:next w:val="Textkrper"/>
    <w:rsid w:val="002A0E8F"/>
    <w:pPr>
      <w:pBdr>
        <w:bottom w:val="single" w:sz="6" w:space="22" w:color="auto"/>
      </w:pBdr>
      <w:spacing w:after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EStrack</cp:lastModifiedBy>
  <cp:revision>3</cp:revision>
  <dcterms:created xsi:type="dcterms:W3CDTF">2018-12-09T14:02:00Z</dcterms:created>
  <dcterms:modified xsi:type="dcterms:W3CDTF">2019-06-26T08:41:00Z</dcterms:modified>
</cp:coreProperties>
</file>